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D5B35" w14:textId="6C1C302B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A7965" w:rsidRPr="00EA7965">
        <w:rPr>
          <w:rFonts w:ascii="Corbel" w:hAnsi="Corbel"/>
          <w:bCs/>
          <w:i/>
        </w:rPr>
        <w:t>Załącznik nr 1.5 do Zarządzenia Rektora UR  nr 7/2023</w:t>
      </w:r>
    </w:p>
    <w:p w14:paraId="3580D6C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ABD2215" w14:textId="77777777" w:rsidR="0085747A" w:rsidRPr="001D15C2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4B0D0F">
        <w:rPr>
          <w:rFonts w:ascii="Corbel" w:hAnsi="Corbel"/>
          <w:i/>
          <w:smallCaps/>
          <w:sz w:val="24"/>
          <w:szCs w:val="24"/>
        </w:rPr>
        <w:t xml:space="preserve"> </w:t>
      </w:r>
      <w:r w:rsidR="004B0D0F" w:rsidRPr="001D15C2">
        <w:rPr>
          <w:rFonts w:ascii="Corbel" w:hAnsi="Corbel"/>
          <w:b/>
          <w:i/>
          <w:smallCaps/>
          <w:sz w:val="24"/>
          <w:szCs w:val="24"/>
        </w:rPr>
        <w:t>202</w:t>
      </w:r>
      <w:r w:rsidR="00074A57" w:rsidRPr="001D15C2">
        <w:rPr>
          <w:rFonts w:ascii="Corbel" w:hAnsi="Corbel"/>
          <w:b/>
          <w:i/>
          <w:smallCaps/>
          <w:sz w:val="24"/>
          <w:szCs w:val="24"/>
        </w:rPr>
        <w:t>3</w:t>
      </w:r>
      <w:r w:rsidR="004B0D0F" w:rsidRPr="001D15C2">
        <w:rPr>
          <w:rFonts w:ascii="Corbel" w:hAnsi="Corbel"/>
          <w:b/>
          <w:i/>
          <w:smallCaps/>
          <w:sz w:val="24"/>
          <w:szCs w:val="24"/>
        </w:rPr>
        <w:t>/</w:t>
      </w:r>
      <w:r w:rsidR="00820643" w:rsidRPr="001D15C2">
        <w:rPr>
          <w:rFonts w:ascii="Corbel" w:hAnsi="Corbel"/>
          <w:b/>
          <w:i/>
          <w:smallCaps/>
          <w:sz w:val="24"/>
          <w:szCs w:val="24"/>
        </w:rPr>
        <w:t>2024- 2027/</w:t>
      </w:r>
      <w:r w:rsidR="004B0D0F" w:rsidRPr="001D15C2">
        <w:rPr>
          <w:rFonts w:ascii="Corbel" w:hAnsi="Corbel"/>
          <w:b/>
          <w:i/>
          <w:smallCaps/>
          <w:sz w:val="24"/>
          <w:szCs w:val="24"/>
        </w:rPr>
        <w:t xml:space="preserve"> 202</w:t>
      </w:r>
      <w:r w:rsidR="00074A57" w:rsidRPr="001D15C2">
        <w:rPr>
          <w:rFonts w:ascii="Corbel" w:hAnsi="Corbel"/>
          <w:b/>
          <w:i/>
          <w:smallCaps/>
          <w:sz w:val="24"/>
          <w:szCs w:val="24"/>
        </w:rPr>
        <w:t>8</w:t>
      </w:r>
    </w:p>
    <w:p w14:paraId="34D14E88" w14:textId="77777777" w:rsidR="0085747A" w:rsidRDefault="00033226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 xml:space="preserve">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CBE7525" w14:textId="77777777" w:rsidR="00445970" w:rsidRPr="00224EBE" w:rsidRDefault="00445970" w:rsidP="00EA4832">
      <w:pPr>
        <w:spacing w:after="0" w:line="240" w:lineRule="exact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0B089D" w:rsidRPr="00224EBE">
        <w:rPr>
          <w:rFonts w:ascii="Corbel" w:hAnsi="Corbel"/>
          <w:b/>
          <w:sz w:val="24"/>
          <w:szCs w:val="24"/>
        </w:rPr>
        <w:t xml:space="preserve">            </w:t>
      </w:r>
      <w:r w:rsidRPr="00224EBE">
        <w:rPr>
          <w:rFonts w:ascii="Corbel" w:hAnsi="Corbel"/>
          <w:b/>
          <w:sz w:val="24"/>
          <w:szCs w:val="24"/>
        </w:rPr>
        <w:t xml:space="preserve">Rok akademicki   </w:t>
      </w:r>
      <w:r w:rsidR="004B0D0F" w:rsidRPr="00224EBE">
        <w:rPr>
          <w:rFonts w:ascii="Corbel" w:hAnsi="Corbel"/>
          <w:b/>
          <w:sz w:val="24"/>
          <w:szCs w:val="24"/>
        </w:rPr>
        <w:t>202</w:t>
      </w:r>
      <w:r w:rsidR="00074A57" w:rsidRPr="00224EBE">
        <w:rPr>
          <w:rFonts w:ascii="Corbel" w:hAnsi="Corbel"/>
          <w:b/>
          <w:sz w:val="24"/>
          <w:szCs w:val="24"/>
        </w:rPr>
        <w:t>3</w:t>
      </w:r>
      <w:r w:rsidR="004B0D0F" w:rsidRPr="00224EBE">
        <w:rPr>
          <w:rFonts w:ascii="Corbel" w:hAnsi="Corbel"/>
          <w:b/>
          <w:sz w:val="24"/>
          <w:szCs w:val="24"/>
        </w:rPr>
        <w:t>/</w:t>
      </w:r>
      <w:r w:rsidR="00820643" w:rsidRPr="00224EBE">
        <w:rPr>
          <w:rFonts w:ascii="Corbel" w:hAnsi="Corbel"/>
          <w:b/>
          <w:sz w:val="24"/>
          <w:szCs w:val="24"/>
        </w:rPr>
        <w:t>2024</w:t>
      </w:r>
    </w:p>
    <w:p w14:paraId="11A1000F" w14:textId="77777777" w:rsidR="0085747A" w:rsidRPr="001D15C2" w:rsidRDefault="0085747A" w:rsidP="009C54AE">
      <w:pPr>
        <w:spacing w:after="0" w:line="240" w:lineRule="auto"/>
        <w:rPr>
          <w:rFonts w:ascii="Corbel" w:hAnsi="Corbel"/>
          <w:b/>
        </w:rPr>
      </w:pPr>
    </w:p>
    <w:p w14:paraId="688BFD5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678AE6A" w14:textId="77777777" w:rsidTr="00B819C8">
        <w:tc>
          <w:tcPr>
            <w:tcW w:w="2694" w:type="dxa"/>
            <w:vAlign w:val="center"/>
          </w:tcPr>
          <w:p w14:paraId="5D82CDC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E1DC0C1" w14:textId="77777777" w:rsidR="0085747A" w:rsidRPr="00C8596C" w:rsidRDefault="00B440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8596C">
              <w:rPr>
                <w:rFonts w:ascii="Corbel" w:hAnsi="Corbel"/>
                <w:sz w:val="24"/>
                <w:szCs w:val="24"/>
              </w:rPr>
              <w:t>Warsztaty rzeźbiarskie</w:t>
            </w:r>
          </w:p>
        </w:tc>
      </w:tr>
      <w:tr w:rsidR="0085747A" w:rsidRPr="009C54AE" w14:paraId="6A8A10E6" w14:textId="77777777" w:rsidTr="00B819C8">
        <w:tc>
          <w:tcPr>
            <w:tcW w:w="2694" w:type="dxa"/>
            <w:vAlign w:val="center"/>
          </w:tcPr>
          <w:p w14:paraId="6EC7ED8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6F11A49" w14:textId="77777777" w:rsidR="0085747A" w:rsidRPr="00C8596C" w:rsidRDefault="001D15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8596C">
              <w:rPr>
                <w:rFonts w:ascii="Corbel" w:hAnsi="Corbel"/>
                <w:sz w:val="24"/>
                <w:szCs w:val="24"/>
              </w:rPr>
              <w:t>M</w:t>
            </w:r>
            <w:r w:rsidR="00222105" w:rsidRPr="00C8596C">
              <w:rPr>
                <w:rFonts w:ascii="Corbel" w:hAnsi="Corbel"/>
                <w:sz w:val="24"/>
                <w:szCs w:val="24"/>
              </w:rPr>
              <w:t>K</w:t>
            </w:r>
            <w:r w:rsidRPr="00C8596C">
              <w:rPr>
                <w:rFonts w:ascii="Corbel" w:hAnsi="Corbel"/>
                <w:sz w:val="24"/>
                <w:szCs w:val="24"/>
              </w:rPr>
              <w:t>_</w:t>
            </w:r>
            <w:r w:rsidR="00222105" w:rsidRPr="00C8596C">
              <w:rPr>
                <w:rFonts w:ascii="Corbel" w:hAnsi="Corbel"/>
                <w:sz w:val="24"/>
                <w:szCs w:val="24"/>
              </w:rPr>
              <w:t>11</w:t>
            </w:r>
          </w:p>
        </w:tc>
      </w:tr>
      <w:tr w:rsidR="0085747A" w:rsidRPr="009C54AE" w14:paraId="00F693CC" w14:textId="77777777" w:rsidTr="00B819C8">
        <w:tc>
          <w:tcPr>
            <w:tcW w:w="2694" w:type="dxa"/>
            <w:vAlign w:val="center"/>
          </w:tcPr>
          <w:p w14:paraId="4DB7321A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809F487" w14:textId="77777777" w:rsidR="0085747A" w:rsidRPr="00C8596C" w:rsidRDefault="003D43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8596C">
              <w:rPr>
                <w:rFonts w:ascii="Corbel" w:hAnsi="Corbel"/>
                <w:sz w:val="24"/>
                <w:szCs w:val="24"/>
              </w:rPr>
              <w:t xml:space="preserve">Kolegium Nauk Humanistycznych </w:t>
            </w:r>
            <w:r w:rsidR="00222105" w:rsidRPr="00C8596C">
              <w:rPr>
                <w:rFonts w:ascii="Corbel" w:hAnsi="Corbel"/>
                <w:sz w:val="24"/>
                <w:szCs w:val="24"/>
              </w:rPr>
              <w:t>U</w:t>
            </w:r>
            <w:r w:rsidRPr="00C8596C">
              <w:rPr>
                <w:rFonts w:ascii="Corbel" w:hAnsi="Corbel"/>
                <w:sz w:val="24"/>
                <w:szCs w:val="24"/>
              </w:rPr>
              <w:t>R</w:t>
            </w:r>
          </w:p>
        </w:tc>
      </w:tr>
      <w:tr w:rsidR="0085747A" w:rsidRPr="009C54AE" w14:paraId="35265F26" w14:textId="77777777" w:rsidTr="00B819C8">
        <w:tc>
          <w:tcPr>
            <w:tcW w:w="2694" w:type="dxa"/>
            <w:vAlign w:val="center"/>
          </w:tcPr>
          <w:p w14:paraId="0E90A7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E81D071" w14:textId="77777777" w:rsidR="0085747A" w:rsidRPr="00C8596C" w:rsidRDefault="002221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8596C">
              <w:rPr>
                <w:rFonts w:ascii="Corbel" w:hAnsi="Corbel"/>
                <w:sz w:val="24"/>
                <w:szCs w:val="24"/>
              </w:rPr>
              <w:t>I</w:t>
            </w:r>
            <w:r w:rsidR="00127860" w:rsidRPr="00C8596C">
              <w:rPr>
                <w:rFonts w:ascii="Corbel" w:hAnsi="Corbel"/>
                <w:sz w:val="24"/>
                <w:szCs w:val="24"/>
              </w:rPr>
              <w:t>nstytut Sztuk Pięknych</w:t>
            </w:r>
          </w:p>
        </w:tc>
      </w:tr>
      <w:tr w:rsidR="0085747A" w:rsidRPr="009C54AE" w14:paraId="53D275EE" w14:textId="77777777" w:rsidTr="00B819C8">
        <w:tc>
          <w:tcPr>
            <w:tcW w:w="2694" w:type="dxa"/>
            <w:vAlign w:val="center"/>
          </w:tcPr>
          <w:p w14:paraId="1C1CF9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A5A5B3" w14:textId="77777777" w:rsidR="0085747A" w:rsidRPr="00C8596C" w:rsidRDefault="002221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8596C">
              <w:rPr>
                <w:rFonts w:ascii="Corbel" w:hAnsi="Corbel"/>
                <w:sz w:val="24"/>
                <w:szCs w:val="24"/>
              </w:rPr>
              <w:t>M</w:t>
            </w:r>
            <w:r w:rsidR="00127860" w:rsidRPr="00C8596C">
              <w:rPr>
                <w:rFonts w:ascii="Corbel" w:hAnsi="Corbel"/>
                <w:sz w:val="24"/>
                <w:szCs w:val="24"/>
              </w:rPr>
              <w:t>alarstwo</w:t>
            </w:r>
          </w:p>
        </w:tc>
      </w:tr>
      <w:tr w:rsidR="0085747A" w:rsidRPr="009C54AE" w14:paraId="2CB6C4DD" w14:textId="77777777" w:rsidTr="00B819C8">
        <w:tc>
          <w:tcPr>
            <w:tcW w:w="2694" w:type="dxa"/>
            <w:vAlign w:val="center"/>
          </w:tcPr>
          <w:p w14:paraId="4C03044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AC6EE75" w14:textId="77777777" w:rsidR="0085747A" w:rsidRPr="00C8596C" w:rsidRDefault="002221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8596C">
              <w:rPr>
                <w:rFonts w:ascii="Corbel" w:hAnsi="Corbel"/>
                <w:sz w:val="24"/>
                <w:szCs w:val="24"/>
              </w:rPr>
              <w:t>Jednolite magisterskie</w:t>
            </w:r>
            <w:r w:rsidR="001D15C2" w:rsidRPr="00C8596C">
              <w:rPr>
                <w:rFonts w:ascii="Corbel" w:hAnsi="Corbel"/>
                <w:sz w:val="24"/>
                <w:szCs w:val="24"/>
              </w:rPr>
              <w:t xml:space="preserve"> 5l</w:t>
            </w:r>
          </w:p>
        </w:tc>
      </w:tr>
      <w:tr w:rsidR="0085747A" w:rsidRPr="009C54AE" w14:paraId="25CAC0AD" w14:textId="77777777" w:rsidTr="00B819C8">
        <w:tc>
          <w:tcPr>
            <w:tcW w:w="2694" w:type="dxa"/>
            <w:vAlign w:val="center"/>
          </w:tcPr>
          <w:p w14:paraId="7AAB1B4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141D666" w14:textId="77777777" w:rsidR="0085747A" w:rsidRPr="00C8596C" w:rsidRDefault="00B440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8596C">
              <w:rPr>
                <w:rFonts w:ascii="Corbel" w:hAnsi="Corbel"/>
                <w:sz w:val="24"/>
                <w:szCs w:val="24"/>
              </w:rPr>
              <w:t>O</w:t>
            </w:r>
            <w:r w:rsidR="00222105" w:rsidRPr="00C8596C">
              <w:rPr>
                <w:rFonts w:ascii="Corbel" w:hAnsi="Corbel"/>
                <w:sz w:val="24"/>
                <w:szCs w:val="24"/>
              </w:rPr>
              <w:t>gólnoakademicki</w:t>
            </w:r>
          </w:p>
        </w:tc>
      </w:tr>
      <w:tr w:rsidR="0085747A" w:rsidRPr="009C54AE" w14:paraId="2166D0F6" w14:textId="77777777" w:rsidTr="00B819C8">
        <w:tc>
          <w:tcPr>
            <w:tcW w:w="2694" w:type="dxa"/>
            <w:vAlign w:val="center"/>
          </w:tcPr>
          <w:p w14:paraId="6E4E7A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3BD54B0" w14:textId="77777777" w:rsidR="0085747A" w:rsidRPr="00C8596C" w:rsidRDefault="000332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8596C">
              <w:rPr>
                <w:rFonts w:ascii="Corbel" w:hAnsi="Corbel"/>
                <w:sz w:val="24"/>
                <w:szCs w:val="24"/>
              </w:rPr>
              <w:t>S</w:t>
            </w:r>
            <w:r w:rsidR="00222105" w:rsidRPr="00C8596C">
              <w:rPr>
                <w:rFonts w:ascii="Corbel" w:hAnsi="Corbel"/>
                <w:sz w:val="24"/>
                <w:szCs w:val="24"/>
              </w:rPr>
              <w:t>tacjonarne</w:t>
            </w:r>
          </w:p>
        </w:tc>
      </w:tr>
      <w:tr w:rsidR="0085747A" w:rsidRPr="009C54AE" w14:paraId="4CC79C65" w14:textId="77777777" w:rsidTr="00B819C8">
        <w:tc>
          <w:tcPr>
            <w:tcW w:w="2694" w:type="dxa"/>
            <w:vAlign w:val="center"/>
          </w:tcPr>
          <w:p w14:paraId="006B2BD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7E5D22" w14:textId="77777777" w:rsidR="0085747A" w:rsidRPr="00C8596C" w:rsidRDefault="00BC6F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8596C">
              <w:rPr>
                <w:rFonts w:ascii="Corbel" w:hAnsi="Corbel"/>
                <w:sz w:val="24"/>
                <w:szCs w:val="24"/>
              </w:rPr>
              <w:t>I R</w:t>
            </w:r>
            <w:r w:rsidR="00033226" w:rsidRPr="00C8596C">
              <w:rPr>
                <w:rFonts w:ascii="Corbel" w:hAnsi="Corbel"/>
                <w:sz w:val="24"/>
                <w:szCs w:val="24"/>
              </w:rPr>
              <w:t>ok;</w:t>
            </w:r>
            <w:r w:rsidR="000B089D" w:rsidRPr="00C8596C">
              <w:rPr>
                <w:rFonts w:ascii="Corbel" w:hAnsi="Corbel"/>
                <w:sz w:val="24"/>
                <w:szCs w:val="24"/>
              </w:rPr>
              <w:t xml:space="preserve"> Semestry:</w:t>
            </w:r>
            <w:r w:rsidR="00222105" w:rsidRPr="00C8596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596C">
              <w:rPr>
                <w:rFonts w:ascii="Corbel" w:hAnsi="Corbel"/>
                <w:sz w:val="24"/>
                <w:szCs w:val="24"/>
              </w:rPr>
              <w:t>1, 2</w:t>
            </w:r>
          </w:p>
        </w:tc>
      </w:tr>
      <w:tr w:rsidR="0085747A" w:rsidRPr="009C54AE" w14:paraId="496A565F" w14:textId="77777777" w:rsidTr="00B819C8">
        <w:tc>
          <w:tcPr>
            <w:tcW w:w="2694" w:type="dxa"/>
            <w:vAlign w:val="center"/>
          </w:tcPr>
          <w:p w14:paraId="20C7B92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915EE79" w14:textId="77777777" w:rsidR="0085747A" w:rsidRPr="00C8596C" w:rsidRDefault="005137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8596C">
              <w:rPr>
                <w:rFonts w:ascii="Corbel" w:hAnsi="Corbel"/>
                <w:sz w:val="24"/>
                <w:szCs w:val="24"/>
              </w:rPr>
              <w:t>Podstawowy</w:t>
            </w:r>
          </w:p>
        </w:tc>
      </w:tr>
      <w:tr w:rsidR="00923D7D" w:rsidRPr="009C54AE" w14:paraId="12322A60" w14:textId="77777777" w:rsidTr="00B819C8">
        <w:tc>
          <w:tcPr>
            <w:tcW w:w="2694" w:type="dxa"/>
            <w:vAlign w:val="center"/>
          </w:tcPr>
          <w:p w14:paraId="0F80601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AF41E10" w14:textId="77777777" w:rsidR="00923D7D" w:rsidRPr="00C8596C" w:rsidRDefault="00BC6F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8596C">
              <w:rPr>
                <w:rFonts w:ascii="Corbel" w:hAnsi="Corbel"/>
                <w:sz w:val="24"/>
                <w:szCs w:val="24"/>
              </w:rPr>
              <w:t>P</w:t>
            </w:r>
            <w:r w:rsidR="00222105" w:rsidRPr="00C8596C">
              <w:rPr>
                <w:rFonts w:ascii="Corbel" w:hAnsi="Corbel"/>
                <w:sz w:val="24"/>
                <w:szCs w:val="24"/>
              </w:rPr>
              <w:t>olski</w:t>
            </w:r>
          </w:p>
        </w:tc>
      </w:tr>
      <w:tr w:rsidR="0085747A" w:rsidRPr="009C54AE" w14:paraId="0AFF2CA4" w14:textId="77777777" w:rsidTr="00B819C8">
        <w:tc>
          <w:tcPr>
            <w:tcW w:w="2694" w:type="dxa"/>
            <w:vAlign w:val="center"/>
          </w:tcPr>
          <w:p w14:paraId="2990613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ED771C" w14:textId="77777777" w:rsidR="0085747A" w:rsidRPr="00C8596C" w:rsidRDefault="00B440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8596C">
              <w:rPr>
                <w:rFonts w:ascii="Corbel" w:hAnsi="Corbel"/>
                <w:color w:val="000000" w:themeColor="text1"/>
                <w:sz w:val="24"/>
                <w:szCs w:val="24"/>
              </w:rPr>
              <w:t>dr ha</w:t>
            </w:r>
            <w:r w:rsidR="003D434D" w:rsidRPr="00C8596C">
              <w:rPr>
                <w:rFonts w:ascii="Corbel" w:hAnsi="Corbel"/>
                <w:color w:val="000000" w:themeColor="text1"/>
                <w:sz w:val="24"/>
                <w:szCs w:val="24"/>
              </w:rPr>
              <w:t>b</w:t>
            </w:r>
            <w:r w:rsidRPr="00C8596C">
              <w:rPr>
                <w:rFonts w:ascii="Corbel" w:hAnsi="Corbel"/>
                <w:color w:val="000000" w:themeColor="text1"/>
                <w:sz w:val="24"/>
                <w:szCs w:val="24"/>
              </w:rPr>
              <w:t>. Józef Jerzy Kierski, prof. UR</w:t>
            </w:r>
          </w:p>
        </w:tc>
      </w:tr>
      <w:tr w:rsidR="0085747A" w:rsidRPr="009C54AE" w14:paraId="1F2EAF5D" w14:textId="77777777" w:rsidTr="00B819C8">
        <w:tc>
          <w:tcPr>
            <w:tcW w:w="2694" w:type="dxa"/>
            <w:vAlign w:val="center"/>
          </w:tcPr>
          <w:p w14:paraId="7A603D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91BEBB7" w14:textId="77777777" w:rsidR="0085747A" w:rsidRPr="00C8596C" w:rsidRDefault="00D37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8596C">
              <w:rPr>
                <w:rFonts w:ascii="Corbel" w:hAnsi="Corbel"/>
                <w:sz w:val="24"/>
                <w:szCs w:val="24"/>
              </w:rPr>
              <w:t>dr hab. Józef Jerzy Kierski, prof. UR</w:t>
            </w:r>
          </w:p>
        </w:tc>
      </w:tr>
    </w:tbl>
    <w:p w14:paraId="5D0A3B2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C6F8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C8B519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7C6816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55E00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31C0D1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BFF2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2B735B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52F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1E4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D4B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C06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618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925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6F96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A55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AAF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2AAA51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FC83C" w14:textId="77777777" w:rsidR="00015B8F" w:rsidRPr="009C54AE" w:rsidRDefault="00D237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1703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A3C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0E5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8804" w14:textId="77777777" w:rsidR="00015B8F" w:rsidRPr="009C54AE" w:rsidRDefault="00A063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AC9C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FC2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94F5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5CC9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7A7BC" w14:textId="77777777" w:rsidR="00015B8F" w:rsidRPr="009C54AE" w:rsidRDefault="00B14E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4F9DB54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B9235" w14:textId="77777777" w:rsidR="0030395F" w:rsidRPr="009C54AE" w:rsidRDefault="00B14E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4DFF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098A4" w14:textId="77777777" w:rsidR="0030395F" w:rsidRPr="009C54AE" w:rsidRDefault="0030395F" w:rsidP="003B3B9A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C8ED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19278" w14:textId="77777777" w:rsidR="0030395F" w:rsidRPr="009C54AE" w:rsidRDefault="00A063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CEBD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1A18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E97E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5526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80893" w14:textId="77777777" w:rsidR="0030395F" w:rsidRPr="009C54AE" w:rsidRDefault="00B14E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C3F96" w:rsidRPr="009C54AE" w14:paraId="6886C6F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18398" w14:textId="77777777" w:rsidR="001C3F96" w:rsidRPr="001C3F96" w:rsidRDefault="001C3F96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1C3F96">
              <w:rPr>
                <w:rFonts w:ascii="Corbel" w:hAnsi="Corbel"/>
                <w:b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24DA4" w14:textId="77777777" w:rsidR="001C3F96" w:rsidRPr="009C54AE" w:rsidRDefault="001C3F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943F4" w14:textId="77777777" w:rsidR="001C3F96" w:rsidRPr="001C3F96" w:rsidRDefault="001C3F96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A408" w14:textId="77777777" w:rsidR="001C3F96" w:rsidRPr="009C54AE" w:rsidRDefault="001C3F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1B02F" w14:textId="77777777" w:rsidR="001C3F96" w:rsidRPr="00A0631D" w:rsidRDefault="00A0631D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A0631D">
              <w:rPr>
                <w:rFonts w:ascii="Corbel" w:hAnsi="Corbel"/>
                <w:b/>
                <w:sz w:val="24"/>
                <w:szCs w:val="24"/>
              </w:rPr>
              <w:t>60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0CD6C" w14:textId="77777777" w:rsidR="001C3F96" w:rsidRPr="009C54AE" w:rsidRDefault="001C3F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5739D" w14:textId="77777777" w:rsidR="001C3F96" w:rsidRPr="009C54AE" w:rsidRDefault="001C3F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11D89" w14:textId="77777777" w:rsidR="001C3F96" w:rsidRPr="009C54AE" w:rsidRDefault="001C3F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6DFE5" w14:textId="77777777" w:rsidR="001C3F96" w:rsidRPr="009C54AE" w:rsidRDefault="001C3F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826D7" w14:textId="77777777" w:rsidR="001C3F96" w:rsidRPr="001C3F96" w:rsidRDefault="001C3F96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1C3F96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158CE3A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9064E4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1F657C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2935B65" w14:textId="77777777" w:rsidR="0085747A" w:rsidRPr="00E97C0B" w:rsidRDefault="00E97C0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97C0B">
        <w:rPr>
          <w:rFonts w:ascii="MS Gothic" w:eastAsia="MS Gothic" w:hAnsi="MS Gothic" w:cs="MS Gothic" w:hint="eastAsia"/>
          <w:szCs w:val="24"/>
        </w:rPr>
        <w:t xml:space="preserve"> x</w:t>
      </w:r>
      <w:r>
        <w:rPr>
          <w:rFonts w:ascii="MS Gothic" w:eastAsia="MS Gothic" w:hAnsi="MS Gothic" w:cs="MS Gothic" w:hint="eastAsia"/>
          <w:b w:val="0"/>
          <w:szCs w:val="24"/>
        </w:rPr>
        <w:t xml:space="preserve"> </w:t>
      </w:r>
      <w:r w:rsidR="0085747A" w:rsidRPr="00E97C0B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A25F833" w14:textId="77777777" w:rsidR="0085747A" w:rsidRPr="00E97C0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E97C0B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DAF9373" w14:textId="77777777" w:rsidR="0085747A" w:rsidRPr="00E97C0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3B84ADE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01CE0F1" w14:textId="77777777" w:rsidR="001D15C2" w:rsidRDefault="001D15C2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1EEE6388" w14:textId="77777777" w:rsidR="00D37437" w:rsidRDefault="001D15C2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        S</w:t>
      </w:r>
      <w:r w:rsidR="005747F3">
        <w:rPr>
          <w:rFonts w:ascii="Corbel" w:hAnsi="Corbel"/>
          <w:smallCaps w:val="0"/>
          <w:szCs w:val="24"/>
        </w:rPr>
        <w:t>emestr</w:t>
      </w:r>
      <w:r>
        <w:rPr>
          <w:rFonts w:ascii="Corbel" w:hAnsi="Corbel"/>
          <w:smallCaps w:val="0"/>
          <w:szCs w:val="24"/>
        </w:rPr>
        <w:t>y: 1, 2 - zaliczenie z oceną</w:t>
      </w:r>
      <w:r w:rsidR="005747F3">
        <w:rPr>
          <w:rFonts w:ascii="Corbel" w:hAnsi="Corbel"/>
          <w:smallCaps w:val="0"/>
          <w:szCs w:val="24"/>
        </w:rPr>
        <w:t xml:space="preserve">   </w:t>
      </w:r>
    </w:p>
    <w:p w14:paraId="3A6D1420" w14:textId="77777777" w:rsidR="00D37437" w:rsidRPr="009C54AE" w:rsidRDefault="001D15C2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        </w:t>
      </w:r>
    </w:p>
    <w:p w14:paraId="05A9E08D" w14:textId="77777777" w:rsidR="00D37437" w:rsidRDefault="00D3743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183B4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A77D5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D8F9C61" w14:textId="77777777" w:rsidTr="00745302">
        <w:tc>
          <w:tcPr>
            <w:tcW w:w="9670" w:type="dxa"/>
          </w:tcPr>
          <w:p w14:paraId="1A96AD04" w14:textId="5A1B28A2" w:rsidR="0085747A" w:rsidRPr="009C54AE" w:rsidRDefault="00082EC5" w:rsidP="008427E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kompetencji </w:t>
            </w:r>
            <w:r w:rsidR="00D13C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kwalifikujących na </w:t>
            </w:r>
            <w:r w:rsidR="003A6C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przedmiotowy kierunek </w:t>
            </w:r>
          </w:p>
          <w:p w14:paraId="2178422E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96EFB8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B405B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24B321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CE621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D9516B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636A16" w:rsidRPr="009C54AE" w14:paraId="3411195C" w14:textId="77777777" w:rsidTr="008427EE">
        <w:trPr>
          <w:trHeight w:val="593"/>
        </w:trPr>
        <w:tc>
          <w:tcPr>
            <w:tcW w:w="851" w:type="dxa"/>
            <w:vAlign w:val="center"/>
          </w:tcPr>
          <w:p w14:paraId="4B9563F0" w14:textId="77777777" w:rsidR="008427EE" w:rsidRPr="00C764B8" w:rsidRDefault="0085747A" w:rsidP="008427EE">
            <w:pPr>
              <w:pStyle w:val="Podpunkty"/>
              <w:ind w:left="0"/>
              <w:rPr>
                <w:rFonts w:ascii="Corbel" w:hAnsi="Corbel" w:cs="Corbel"/>
                <w:b w:val="0"/>
                <w:i/>
                <w:szCs w:val="22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  <w:p w14:paraId="3D27D8E3" w14:textId="77777777" w:rsidR="008427EE" w:rsidRPr="00C764B8" w:rsidRDefault="008427EE" w:rsidP="008427EE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</w:pPr>
          </w:p>
          <w:p w14:paraId="3CB8491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14:paraId="04D9D6C6" w14:textId="77777777" w:rsidR="0085747A" w:rsidRPr="009C54AE" w:rsidRDefault="00D2371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studenta z podstawowymi zagadnieniami sztuki rzeźbiarskiej</w:t>
            </w:r>
            <w:r w:rsidR="002A29E5">
              <w:rPr>
                <w:rFonts w:ascii="Corbel" w:hAnsi="Corbel"/>
                <w:b w:val="0"/>
                <w:sz w:val="24"/>
                <w:szCs w:val="24"/>
              </w:rPr>
              <w:t>. Uświadomienie  roli dyscypliny artystycznej</w:t>
            </w:r>
            <w:r w:rsidR="00F05649">
              <w:rPr>
                <w:rFonts w:ascii="Corbel" w:hAnsi="Corbel"/>
                <w:b w:val="0"/>
                <w:sz w:val="24"/>
                <w:szCs w:val="24"/>
              </w:rPr>
              <w:t xml:space="preserve"> ( rzeźby)</w:t>
            </w:r>
            <w:r w:rsidR="002A29E5">
              <w:rPr>
                <w:rFonts w:ascii="Corbel" w:hAnsi="Corbel"/>
                <w:b w:val="0"/>
                <w:sz w:val="24"/>
                <w:szCs w:val="24"/>
              </w:rPr>
              <w:t xml:space="preserve"> w życiu kulturalnym i społecznym </w:t>
            </w:r>
            <w:r w:rsidR="00F05649">
              <w:rPr>
                <w:rFonts w:ascii="Corbel" w:hAnsi="Corbel"/>
                <w:b w:val="0"/>
                <w:sz w:val="24"/>
                <w:szCs w:val="24"/>
              </w:rPr>
              <w:t>w rysie historycznym</w:t>
            </w:r>
          </w:p>
        </w:tc>
      </w:tr>
      <w:tr w:rsidR="00636A16" w:rsidRPr="009C54AE" w14:paraId="241B23AF" w14:textId="77777777" w:rsidTr="00923D7D">
        <w:tc>
          <w:tcPr>
            <w:tcW w:w="851" w:type="dxa"/>
            <w:vAlign w:val="center"/>
          </w:tcPr>
          <w:p w14:paraId="0F06B771" w14:textId="77777777" w:rsidR="0085747A" w:rsidRPr="009C54AE" w:rsidRDefault="0030647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FB81570" w14:textId="77777777" w:rsidR="0085747A" w:rsidRPr="009C54AE" w:rsidRDefault="00D2371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wnikliwej analizy</w:t>
            </w:r>
            <w:r w:rsidR="002A29E5">
              <w:rPr>
                <w:rFonts w:ascii="Corbel" w:hAnsi="Corbel"/>
                <w:b w:val="0"/>
                <w:sz w:val="24"/>
                <w:szCs w:val="24"/>
              </w:rPr>
              <w:t xml:space="preserve"> i obserwacji natury, właściwego doboru środków wyrazu w zakresie rzeźby dla realizacji własnego zamierzenia twórczego</w:t>
            </w:r>
          </w:p>
        </w:tc>
      </w:tr>
      <w:tr w:rsidR="00636A16" w:rsidRPr="009C54AE" w14:paraId="5A0ADF0F" w14:textId="77777777" w:rsidTr="00923D7D">
        <w:tc>
          <w:tcPr>
            <w:tcW w:w="851" w:type="dxa"/>
            <w:vAlign w:val="center"/>
          </w:tcPr>
          <w:p w14:paraId="4034BAA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A29E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1EA7157" w14:textId="77777777" w:rsidR="0085747A" w:rsidRPr="009C54AE" w:rsidRDefault="002A29E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Wyrobienie umiejętności swobodnego posługiwania się warsztatem rzeźbiarskim, właściwego doboru materiałów dla realizacji własnych koncepcji i zamierzeń twórczych</w:t>
            </w:r>
            <w:r w:rsidR="00F0564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36A16" w:rsidRPr="009C54AE" w14:paraId="2D0A4EDC" w14:textId="77777777" w:rsidTr="00923D7D">
        <w:tc>
          <w:tcPr>
            <w:tcW w:w="851" w:type="dxa"/>
            <w:vAlign w:val="center"/>
          </w:tcPr>
          <w:p w14:paraId="6E1C3516" w14:textId="77777777" w:rsidR="00F05649" w:rsidRPr="009C54AE" w:rsidRDefault="00F0564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4B2D89BF" w14:textId="77777777" w:rsidR="00F05649" w:rsidRDefault="00F0564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ze środkami wyrazu artystycznego występujących w szeroko pojętej rzeźbie- bryła, faktura, kontrast światłocień, organizacja przestrzeni itp.                  </w:t>
            </w:r>
          </w:p>
        </w:tc>
      </w:tr>
    </w:tbl>
    <w:p w14:paraId="7F802C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260E2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5F94FD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3D804AAA" w14:textId="77777777" w:rsidTr="00C74C09">
        <w:tc>
          <w:tcPr>
            <w:tcW w:w="1681" w:type="dxa"/>
            <w:vAlign w:val="center"/>
          </w:tcPr>
          <w:p w14:paraId="187815E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1ED77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E15984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C9AD6A1" w14:textId="77777777" w:rsidTr="00C74C09">
        <w:tc>
          <w:tcPr>
            <w:tcW w:w="1681" w:type="dxa"/>
          </w:tcPr>
          <w:p w14:paraId="7DBD384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F257B99" w14:textId="77777777" w:rsidR="0085747A" w:rsidRPr="009C54AE" w:rsidRDefault="00D052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544FBB">
              <w:rPr>
                <w:rFonts w:ascii="Corbel" w:hAnsi="Corbel"/>
                <w:b w:val="0"/>
                <w:smallCaps w:val="0"/>
                <w:szCs w:val="24"/>
              </w:rPr>
              <w:t>potrafi właściwie rozpoznawać charakter i możliwości, które posiadają poszczególne materiały stosowane w twórczości rzeźbiarskiej. Swobodnie dobiera odpowiednie materiały to realizacji  swoich prac  na zadany temat</w:t>
            </w:r>
          </w:p>
        </w:tc>
        <w:tc>
          <w:tcPr>
            <w:tcW w:w="1865" w:type="dxa"/>
          </w:tcPr>
          <w:p w14:paraId="3C037B38" w14:textId="77777777" w:rsidR="0085747A" w:rsidRPr="009C54AE" w:rsidRDefault="00636A1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68C70AE4" w14:textId="77777777" w:rsidTr="00C74C09">
        <w:tc>
          <w:tcPr>
            <w:tcW w:w="1681" w:type="dxa"/>
          </w:tcPr>
          <w:p w14:paraId="0B28BCA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4DAF8C3" w14:textId="77777777" w:rsidR="0085747A" w:rsidRPr="009C54AE" w:rsidRDefault="002310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Ś</w:t>
            </w:r>
            <w:r w:rsidR="003F711B">
              <w:rPr>
                <w:rFonts w:ascii="Corbel" w:hAnsi="Corbel"/>
                <w:b w:val="0"/>
                <w:smallCaps w:val="0"/>
                <w:szCs w:val="24"/>
              </w:rPr>
              <w:t>wiadom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ie korzysta z zasobów własnej wrażliwości, wyobraźni i ekspresji  </w:t>
            </w:r>
            <w:r w:rsidR="003F711B">
              <w:rPr>
                <w:rFonts w:ascii="Corbel" w:hAnsi="Corbel"/>
                <w:b w:val="0"/>
                <w:smallCaps w:val="0"/>
                <w:szCs w:val="24"/>
              </w:rPr>
              <w:t>pracując nad poszczególnymi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ćwiczeniami ograniczonymi konkretnym zagadnieniem.</w:t>
            </w:r>
          </w:p>
        </w:tc>
        <w:tc>
          <w:tcPr>
            <w:tcW w:w="1865" w:type="dxa"/>
          </w:tcPr>
          <w:p w14:paraId="4F86285B" w14:textId="77777777" w:rsidR="0085747A" w:rsidRPr="009C54AE" w:rsidRDefault="00636A1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5747A" w:rsidRPr="009C54AE" w14:paraId="6FCB25FD" w14:textId="77777777" w:rsidTr="00C74C09">
        <w:tc>
          <w:tcPr>
            <w:tcW w:w="1681" w:type="dxa"/>
          </w:tcPr>
          <w:p w14:paraId="36F9B2E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36A1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24504AB7" w14:textId="77777777" w:rsidR="0085747A" w:rsidRPr="009C54AE" w:rsidRDefault="002310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Próbuje tworzyć prace w oparciu o klasyczny warsztat rzeźbiarski, który stanowi dla niego inspirację w tworzeniu </w:t>
            </w:r>
            <w:r w:rsidR="00C74C09">
              <w:rPr>
                <w:rFonts w:ascii="Corbel" w:hAnsi="Corbel"/>
                <w:b w:val="0"/>
                <w:smallCaps w:val="0"/>
                <w:szCs w:val="24"/>
              </w:rPr>
              <w:t>własnego języka plastycznego.</w:t>
            </w:r>
          </w:p>
        </w:tc>
        <w:tc>
          <w:tcPr>
            <w:tcW w:w="1865" w:type="dxa"/>
          </w:tcPr>
          <w:p w14:paraId="374F1451" w14:textId="77777777" w:rsidR="0085747A" w:rsidRPr="009C54AE" w:rsidRDefault="00636A1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636A16" w:rsidRPr="009C54AE" w14:paraId="46E18CAE" w14:textId="77777777" w:rsidTr="00C74C09">
        <w:tc>
          <w:tcPr>
            <w:tcW w:w="1681" w:type="dxa"/>
          </w:tcPr>
          <w:p w14:paraId="5F7D4E73" w14:textId="77777777" w:rsidR="00636A16" w:rsidRDefault="00636A1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74C09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65376F36" w14:textId="77777777" w:rsidR="00636A16" w:rsidRPr="009C54AE" w:rsidRDefault="00AB10A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Wie , jakie narzędzia zastosować w zależności  od zastosowanego materiału dla realizacji swoich zamierzeń twórczych.</w:t>
            </w:r>
          </w:p>
        </w:tc>
        <w:tc>
          <w:tcPr>
            <w:tcW w:w="1865" w:type="dxa"/>
          </w:tcPr>
          <w:p w14:paraId="1AB257DE" w14:textId="77777777" w:rsidR="00636A16" w:rsidRDefault="00636A1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C74C09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AB10A2" w:rsidRPr="009C54AE" w14:paraId="7AA6F216" w14:textId="77777777" w:rsidTr="00C74C09">
        <w:tc>
          <w:tcPr>
            <w:tcW w:w="1681" w:type="dxa"/>
          </w:tcPr>
          <w:p w14:paraId="55DECF6B" w14:textId="77777777" w:rsidR="00AB10A2" w:rsidRDefault="00AB10A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5FC81E66" w14:textId="77777777" w:rsidR="00AB10A2" w:rsidRDefault="000F381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,przy realizacji swoich prac tak dobrać środki wyrazowe, ażeby jego praca była wyróżniającą się spośród prac innych członków grupy.</w:t>
            </w:r>
          </w:p>
        </w:tc>
        <w:tc>
          <w:tcPr>
            <w:tcW w:w="1865" w:type="dxa"/>
          </w:tcPr>
          <w:p w14:paraId="1B4329CA" w14:textId="77777777" w:rsidR="00AB10A2" w:rsidRDefault="00AB10A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636A16" w:rsidRPr="009C54AE" w14:paraId="2CF8F8E2" w14:textId="77777777" w:rsidTr="00C74C09">
        <w:tc>
          <w:tcPr>
            <w:tcW w:w="1681" w:type="dxa"/>
          </w:tcPr>
          <w:p w14:paraId="71A22FAC" w14:textId="77777777" w:rsidR="00636A16" w:rsidRDefault="00636A1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B10A2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760BD916" w14:textId="77777777" w:rsidR="00636A16" w:rsidRPr="009C54AE" w:rsidRDefault="000F381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wyrażania opinii, dowodzi racji swoich koncepcji artystycznych w grupowym omawianiu projektów. Potrafi wyrazić krytyczny sąd na temat swoich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prac w konfrontacji z pracami innych członków grupy</w:t>
            </w:r>
            <w:r w:rsidR="00143C62">
              <w:rPr>
                <w:rFonts w:ascii="Corbel" w:hAnsi="Corbel"/>
                <w:b w:val="0"/>
                <w:smallCaps w:val="0"/>
                <w:szCs w:val="24"/>
              </w:rPr>
              <w:t>. Potrafi pracować zespołowo.</w:t>
            </w:r>
          </w:p>
        </w:tc>
        <w:tc>
          <w:tcPr>
            <w:tcW w:w="1865" w:type="dxa"/>
          </w:tcPr>
          <w:p w14:paraId="3F9407B8" w14:textId="77777777" w:rsidR="00636A16" w:rsidRDefault="00636A1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K_K05</w:t>
            </w:r>
          </w:p>
        </w:tc>
      </w:tr>
    </w:tbl>
    <w:p w14:paraId="6670C4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22D68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8CCD43" w14:textId="77777777" w:rsidR="0085747A" w:rsidRPr="009C54AE" w:rsidRDefault="005A5014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wykładu:</w:t>
      </w:r>
    </w:p>
    <w:p w14:paraId="22AB637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C986ACF" w14:textId="77777777" w:rsidTr="00923D7D">
        <w:tc>
          <w:tcPr>
            <w:tcW w:w="9639" w:type="dxa"/>
          </w:tcPr>
          <w:p w14:paraId="2413F48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A3F8E40" w14:textId="77777777" w:rsidTr="00923D7D">
        <w:tc>
          <w:tcPr>
            <w:tcW w:w="9639" w:type="dxa"/>
          </w:tcPr>
          <w:p w14:paraId="6E464E87" w14:textId="77777777" w:rsidR="0085747A" w:rsidRPr="009C54AE" w:rsidRDefault="005A501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  <w:tr w:rsidR="0085747A" w:rsidRPr="009C54AE" w14:paraId="3DFC6E95" w14:textId="77777777" w:rsidTr="00923D7D">
        <w:tc>
          <w:tcPr>
            <w:tcW w:w="9639" w:type="dxa"/>
          </w:tcPr>
          <w:p w14:paraId="1340F4C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B34E593" w14:textId="77777777" w:rsidTr="00923D7D">
        <w:tc>
          <w:tcPr>
            <w:tcW w:w="9639" w:type="dxa"/>
          </w:tcPr>
          <w:p w14:paraId="182B2B9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758137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8EEA42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</w:t>
      </w:r>
      <w:r w:rsidR="003B2CAB">
        <w:rPr>
          <w:rFonts w:ascii="Corbel" w:hAnsi="Corbel"/>
          <w:sz w:val="24"/>
          <w:szCs w:val="24"/>
        </w:rPr>
        <w:t>oblematyka ćwiczeń, konwersatoriów, laboratoriów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61B43C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5F9B37" w14:textId="77777777" w:rsidTr="00923D7D">
        <w:tc>
          <w:tcPr>
            <w:tcW w:w="9639" w:type="dxa"/>
          </w:tcPr>
          <w:p w14:paraId="2F050A0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5C132EC" w14:textId="77777777" w:rsidTr="00923D7D">
        <w:tc>
          <w:tcPr>
            <w:tcW w:w="9639" w:type="dxa"/>
          </w:tcPr>
          <w:p w14:paraId="41D28EE8" w14:textId="77777777" w:rsidR="0085747A" w:rsidRPr="009C54AE" w:rsidRDefault="00143C62" w:rsidP="00143C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Kompozycja polegająca na interesującym zestawieniu 2-3 brył geometrycznych o zróżnicowanych charakterach- graniaste, kuliste. Celem</w:t>
            </w:r>
            <w:r w:rsidR="006D06B8">
              <w:rPr>
                <w:rFonts w:ascii="Corbel" w:hAnsi="Corbel"/>
                <w:sz w:val="24"/>
                <w:szCs w:val="24"/>
              </w:rPr>
              <w:t xml:space="preserve"> zadania jest zaznajomienie  studentów z podstawowym materiałem służącym do modelowania – gliną ceramiczną</w:t>
            </w:r>
          </w:p>
        </w:tc>
      </w:tr>
      <w:tr w:rsidR="0085747A" w:rsidRPr="009C54AE" w14:paraId="57BBBDF6" w14:textId="77777777" w:rsidTr="00923D7D">
        <w:tc>
          <w:tcPr>
            <w:tcW w:w="9639" w:type="dxa"/>
          </w:tcPr>
          <w:p w14:paraId="1FCB5D01" w14:textId="77777777" w:rsidR="0085747A" w:rsidRPr="009C54AE" w:rsidRDefault="006D06B8" w:rsidP="006D06B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Szkice rzeźbiarskie postaci – praca z modelem. Wnikliwa obserwacja podstawowych elementów konstruujących formę tj. proporcje, konstrukcja, kierunki i charakter modela. Wys. minimum 25 cm</w:t>
            </w:r>
          </w:p>
        </w:tc>
      </w:tr>
      <w:tr w:rsidR="0085747A" w:rsidRPr="009C54AE" w14:paraId="605ADF1A" w14:textId="77777777" w:rsidTr="00923D7D">
        <w:tc>
          <w:tcPr>
            <w:tcW w:w="9639" w:type="dxa"/>
          </w:tcPr>
          <w:p w14:paraId="587374F6" w14:textId="77777777" w:rsidR="0085747A" w:rsidRPr="009C54AE" w:rsidRDefault="006D06B8" w:rsidP="006D06B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Studiu modela. Praca studyjna z postacią ludzką. Bardziej wnikliwa i dokładna analiza budowy anatomicznej  ciała ludzkiego- modela. Wys. minimum 50 cm</w:t>
            </w:r>
          </w:p>
        </w:tc>
      </w:tr>
      <w:tr w:rsidR="006D06B8" w:rsidRPr="009C54AE" w14:paraId="0CD94CCE" w14:textId="77777777" w:rsidTr="00923D7D">
        <w:tc>
          <w:tcPr>
            <w:tcW w:w="9639" w:type="dxa"/>
          </w:tcPr>
          <w:p w14:paraId="192DCB34" w14:textId="77777777" w:rsidR="006D06B8" w:rsidRDefault="00FE5814" w:rsidP="006D06B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Studium czaszki ludzkiej. Zadanie ma na celu zaznajomienie z budową anatomiczną  i strukturą czaszki, jako podstawy do następnego zadania.</w:t>
            </w:r>
          </w:p>
        </w:tc>
      </w:tr>
      <w:tr w:rsidR="00FE5814" w:rsidRPr="009C54AE" w14:paraId="2A7F5728" w14:textId="77777777" w:rsidTr="00923D7D">
        <w:tc>
          <w:tcPr>
            <w:tcW w:w="9639" w:type="dxa"/>
          </w:tcPr>
          <w:p w14:paraId="0764362F" w14:textId="77777777" w:rsidR="00FE5814" w:rsidRDefault="00FE5814" w:rsidP="006D06B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Studium portretowe – praca z modelem. Zwrócenie uwagi na budowę głowy, czaszki, proporcje, które w efekcie doprowadzą do podobizny osoby portretowanej.</w:t>
            </w:r>
          </w:p>
        </w:tc>
      </w:tr>
      <w:tr w:rsidR="00FE5814" w:rsidRPr="009C54AE" w14:paraId="058D8875" w14:textId="77777777" w:rsidTr="00923D7D">
        <w:tc>
          <w:tcPr>
            <w:tcW w:w="9639" w:type="dxa"/>
          </w:tcPr>
          <w:p w14:paraId="723F6834" w14:textId="77777777" w:rsidR="00FE5814" w:rsidRDefault="00E945F0" w:rsidP="006D06B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Kompozycja dowolna ( sugerowany temat-projekt rzeźby plenerowej). Kompozycja swobodna, oparta na wrażliwości, naturalnej ekspresji oraz możliwości realizacyjnych  każdego ze studentów.</w:t>
            </w:r>
          </w:p>
        </w:tc>
      </w:tr>
      <w:tr w:rsidR="00FE5814" w:rsidRPr="009C54AE" w14:paraId="4371E61D" w14:textId="77777777" w:rsidTr="00923D7D">
        <w:tc>
          <w:tcPr>
            <w:tcW w:w="9639" w:type="dxa"/>
          </w:tcPr>
          <w:p w14:paraId="21B8A3D5" w14:textId="77777777" w:rsidR="00FE5814" w:rsidRDefault="00FE5814" w:rsidP="006D06B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Zaznajomienie studentów z technologią odlewu gipsowego rzeźby- odlew gipsowy wybranych prac.</w:t>
            </w:r>
          </w:p>
        </w:tc>
      </w:tr>
    </w:tbl>
    <w:p w14:paraId="0395C8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2CE71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9AA7CE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859290" w14:textId="77777777" w:rsidR="0085747A" w:rsidRDefault="007F223B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>
        <w:rPr>
          <w:rFonts w:ascii="Corbel" w:hAnsi="Corbel"/>
          <w:b w:val="0"/>
          <w:smallCaps w:val="0"/>
          <w:sz w:val="20"/>
          <w:szCs w:val="20"/>
        </w:rPr>
        <w:t xml:space="preserve"> </w:t>
      </w:r>
      <w:r w:rsidR="00153C41" w:rsidRPr="007F223B">
        <w:rPr>
          <w:rFonts w:ascii="Corbel" w:hAnsi="Corbel"/>
          <w:b w:val="0"/>
          <w:i/>
          <w:smallCaps w:val="0"/>
          <w:sz w:val="22"/>
        </w:rPr>
        <w:t xml:space="preserve">Laboratorium: </w:t>
      </w:r>
      <w:r>
        <w:rPr>
          <w:rFonts w:ascii="Corbel" w:hAnsi="Corbel"/>
          <w:b w:val="0"/>
          <w:i/>
          <w:smallCaps w:val="0"/>
          <w:sz w:val="22"/>
        </w:rPr>
        <w:t xml:space="preserve">praktyczne </w:t>
      </w:r>
      <w:r w:rsidR="004B7438">
        <w:rPr>
          <w:rFonts w:ascii="Corbel" w:hAnsi="Corbel"/>
          <w:b w:val="0"/>
          <w:i/>
          <w:smallCaps w:val="0"/>
          <w:sz w:val="22"/>
        </w:rPr>
        <w:t>wykonywanie zadań tematycznych</w:t>
      </w:r>
    </w:p>
    <w:p w14:paraId="3B547B73" w14:textId="77777777" w:rsidR="005A5014" w:rsidRPr="006850A1" w:rsidRDefault="005A5014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022989F8" w14:textId="77777777" w:rsidR="005A5014" w:rsidRDefault="005A501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9E8FD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400ED0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92A9D8" w14:textId="77777777" w:rsidR="0085747A" w:rsidRPr="009C54AE" w:rsidRDefault="0085747A" w:rsidP="006850A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F8A9E3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67CE704" w14:textId="77777777" w:rsidTr="00E945F0">
        <w:tc>
          <w:tcPr>
            <w:tcW w:w="1962" w:type="dxa"/>
            <w:vAlign w:val="center"/>
          </w:tcPr>
          <w:p w14:paraId="73E42FD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40B599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8C8A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EB67D7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9F927E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77C846B7" w14:textId="77777777" w:rsidTr="00E945F0">
        <w:tc>
          <w:tcPr>
            <w:tcW w:w="1962" w:type="dxa"/>
          </w:tcPr>
          <w:p w14:paraId="60B7687B" w14:textId="77777777" w:rsidR="0085747A" w:rsidRPr="009C54AE" w:rsidRDefault="00F66C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77302354" w14:textId="77777777" w:rsidR="0085747A" w:rsidRPr="006850A1" w:rsidRDefault="00E945F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50A1">
              <w:rPr>
                <w:rFonts w:ascii="Corbel" w:hAnsi="Corbel"/>
                <w:b w:val="0"/>
                <w:szCs w:val="24"/>
              </w:rPr>
              <w:t>przeglądy, obserwacja  studenta podczas zajęć</w:t>
            </w:r>
            <w:r w:rsidR="00D1009A">
              <w:rPr>
                <w:rFonts w:ascii="Corbel" w:hAnsi="Corbel"/>
                <w:b w:val="0"/>
                <w:szCs w:val="24"/>
              </w:rPr>
              <w:t xml:space="preserve">, </w:t>
            </w:r>
            <w:r w:rsidR="00D1009A" w:rsidRPr="006850A1">
              <w:rPr>
                <w:rFonts w:ascii="Corbel" w:hAnsi="Corbel"/>
                <w:b w:val="0"/>
                <w:szCs w:val="24"/>
              </w:rPr>
              <w:t>dyskusja</w:t>
            </w:r>
          </w:p>
        </w:tc>
        <w:tc>
          <w:tcPr>
            <w:tcW w:w="2117" w:type="dxa"/>
          </w:tcPr>
          <w:p w14:paraId="0CC835E5" w14:textId="77777777" w:rsidR="0085747A" w:rsidRPr="00043FC0" w:rsidRDefault="00AA1E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9C02A5" w:rsidRPr="009C54AE" w14:paraId="6E88C377" w14:textId="77777777" w:rsidTr="00E945F0">
        <w:tc>
          <w:tcPr>
            <w:tcW w:w="1962" w:type="dxa"/>
          </w:tcPr>
          <w:p w14:paraId="594DC0FB" w14:textId="77777777" w:rsidR="00043FC0" w:rsidRPr="009C54AE" w:rsidRDefault="00043FC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6F1499C" w14:textId="77777777" w:rsidR="009C02A5" w:rsidRPr="006850A1" w:rsidRDefault="00F66C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50A1">
              <w:rPr>
                <w:rFonts w:ascii="Corbel" w:hAnsi="Corbel"/>
                <w:b w:val="0"/>
                <w:szCs w:val="24"/>
              </w:rPr>
              <w:t>przeglądy, obserwacja  studenta podczas zajęć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6850A1">
              <w:rPr>
                <w:rFonts w:ascii="Corbel" w:hAnsi="Corbel"/>
                <w:b w:val="0"/>
                <w:szCs w:val="24"/>
              </w:rPr>
              <w:t>dyskusja</w:t>
            </w:r>
          </w:p>
        </w:tc>
        <w:tc>
          <w:tcPr>
            <w:tcW w:w="2117" w:type="dxa"/>
          </w:tcPr>
          <w:p w14:paraId="41A192C7" w14:textId="77777777" w:rsidR="009C02A5" w:rsidRDefault="00043FC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043FC0" w:rsidRPr="009C54AE" w14:paraId="004E6E24" w14:textId="77777777" w:rsidTr="00E945F0">
        <w:tc>
          <w:tcPr>
            <w:tcW w:w="1962" w:type="dxa"/>
          </w:tcPr>
          <w:p w14:paraId="0FBFB102" w14:textId="77777777" w:rsidR="00043FC0" w:rsidRPr="009C54AE" w:rsidRDefault="00043FC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441" w:type="dxa"/>
          </w:tcPr>
          <w:p w14:paraId="47F6481B" w14:textId="77777777" w:rsidR="00043FC0" w:rsidRPr="006850A1" w:rsidRDefault="00F66C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50A1">
              <w:rPr>
                <w:rFonts w:ascii="Corbel" w:hAnsi="Corbel"/>
                <w:b w:val="0"/>
                <w:szCs w:val="24"/>
              </w:rPr>
              <w:t>przeglądy, obserwacja  studenta podczas zajęć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6850A1">
              <w:rPr>
                <w:rFonts w:ascii="Corbel" w:hAnsi="Corbel"/>
                <w:b w:val="0"/>
                <w:szCs w:val="24"/>
              </w:rPr>
              <w:t>dyskusja</w:t>
            </w:r>
          </w:p>
        </w:tc>
        <w:tc>
          <w:tcPr>
            <w:tcW w:w="2117" w:type="dxa"/>
          </w:tcPr>
          <w:p w14:paraId="4E391E5B" w14:textId="77777777" w:rsidR="00043FC0" w:rsidRDefault="00F66C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043FC0" w:rsidRPr="009C54AE" w14:paraId="2E43AEFE" w14:textId="77777777" w:rsidTr="00E945F0">
        <w:tc>
          <w:tcPr>
            <w:tcW w:w="1962" w:type="dxa"/>
          </w:tcPr>
          <w:p w14:paraId="5BE40FD4" w14:textId="77777777" w:rsidR="00043FC0" w:rsidRPr="009C54AE" w:rsidRDefault="00043FC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7400D0F" w14:textId="77777777" w:rsidR="00043FC0" w:rsidRPr="006850A1" w:rsidRDefault="00F66C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50A1">
              <w:rPr>
                <w:rFonts w:ascii="Corbel" w:hAnsi="Corbel"/>
                <w:b w:val="0"/>
                <w:szCs w:val="24"/>
              </w:rPr>
              <w:t>przeglądy, obserwacja  studenta podczas zajęć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6850A1">
              <w:rPr>
                <w:rFonts w:ascii="Corbel" w:hAnsi="Corbel"/>
                <w:b w:val="0"/>
                <w:szCs w:val="24"/>
              </w:rPr>
              <w:t>dyskusja</w:t>
            </w:r>
          </w:p>
        </w:tc>
        <w:tc>
          <w:tcPr>
            <w:tcW w:w="2117" w:type="dxa"/>
          </w:tcPr>
          <w:p w14:paraId="4F41E6E5" w14:textId="77777777" w:rsidR="00043FC0" w:rsidRDefault="00F66C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043FC0" w:rsidRPr="009C54AE" w14:paraId="11E2BAA8" w14:textId="77777777" w:rsidTr="00E945F0">
        <w:tc>
          <w:tcPr>
            <w:tcW w:w="1962" w:type="dxa"/>
          </w:tcPr>
          <w:p w14:paraId="759D0AE8" w14:textId="77777777" w:rsidR="00043FC0" w:rsidRPr="009C54AE" w:rsidRDefault="00043FC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24B84ECF" w14:textId="77777777" w:rsidR="00043FC0" w:rsidRPr="006850A1" w:rsidRDefault="00F66C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50A1">
              <w:rPr>
                <w:rFonts w:ascii="Corbel" w:hAnsi="Corbel"/>
                <w:b w:val="0"/>
                <w:szCs w:val="24"/>
              </w:rPr>
              <w:t>przeglądy, obserwacja  studenta podczas zajęć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6850A1">
              <w:rPr>
                <w:rFonts w:ascii="Corbel" w:hAnsi="Corbel"/>
                <w:b w:val="0"/>
                <w:szCs w:val="24"/>
              </w:rPr>
              <w:t>dyskusja</w:t>
            </w:r>
          </w:p>
        </w:tc>
        <w:tc>
          <w:tcPr>
            <w:tcW w:w="2117" w:type="dxa"/>
          </w:tcPr>
          <w:p w14:paraId="4DB41DA9" w14:textId="77777777" w:rsidR="00043FC0" w:rsidRDefault="00F66C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043FC0" w:rsidRPr="009C54AE" w14:paraId="7E4EDC73" w14:textId="77777777" w:rsidTr="00E945F0">
        <w:tc>
          <w:tcPr>
            <w:tcW w:w="1962" w:type="dxa"/>
          </w:tcPr>
          <w:p w14:paraId="421F85D7" w14:textId="77777777" w:rsidR="00043FC0" w:rsidRPr="009C54AE" w:rsidRDefault="00043FC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4E5E5588" w14:textId="77777777" w:rsidR="00043FC0" w:rsidRPr="006850A1" w:rsidRDefault="00F66C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50A1">
              <w:rPr>
                <w:rFonts w:ascii="Corbel" w:hAnsi="Corbel"/>
                <w:b w:val="0"/>
                <w:szCs w:val="24"/>
              </w:rPr>
              <w:t>przeglądy, obserwacja  studenta podczas zajęć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6850A1">
              <w:rPr>
                <w:rFonts w:ascii="Corbel" w:hAnsi="Corbel"/>
                <w:b w:val="0"/>
                <w:szCs w:val="24"/>
              </w:rPr>
              <w:t>dyskusja</w:t>
            </w:r>
          </w:p>
        </w:tc>
        <w:tc>
          <w:tcPr>
            <w:tcW w:w="2117" w:type="dxa"/>
          </w:tcPr>
          <w:p w14:paraId="140426BD" w14:textId="77777777" w:rsidR="00043FC0" w:rsidRDefault="00F66C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LAB.</w:t>
            </w:r>
          </w:p>
        </w:tc>
      </w:tr>
    </w:tbl>
    <w:p w14:paraId="326C260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FBDD4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E655EA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64C375F" w14:textId="77777777" w:rsidTr="00923D7D">
        <w:tc>
          <w:tcPr>
            <w:tcW w:w="9670" w:type="dxa"/>
          </w:tcPr>
          <w:p w14:paraId="21ED6020" w14:textId="77777777" w:rsidR="002B613E" w:rsidRPr="00C764B8" w:rsidRDefault="002B613E" w:rsidP="002B613E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SEMESTR ZIMOWY</w:t>
            </w:r>
          </w:p>
          <w:p w14:paraId="2A8D603A" w14:textId="77777777" w:rsidR="002B613E" w:rsidRPr="00C764B8" w:rsidRDefault="002B613E" w:rsidP="002B613E">
            <w:pPr>
              <w:spacing w:after="0"/>
              <w:rPr>
                <w:rFonts w:ascii="Corbel" w:hAnsi="Corbel"/>
                <w:b/>
              </w:rPr>
            </w:pPr>
            <w:r w:rsidRPr="00C764B8">
              <w:rPr>
                <w:rFonts w:ascii="Corbel" w:hAnsi="Corbel"/>
                <w:b/>
              </w:rPr>
              <w:t>Ocena bardzo dobra</w:t>
            </w:r>
          </w:p>
          <w:p w14:paraId="0CB1582E" w14:textId="77777777" w:rsidR="002B613E" w:rsidRPr="00C764B8" w:rsidRDefault="002B613E" w:rsidP="002B613E">
            <w:pPr>
              <w:spacing w:after="0"/>
              <w:rPr>
                <w:rFonts w:ascii="Corbel" w:hAnsi="Corbel"/>
              </w:rPr>
            </w:pPr>
            <w:r w:rsidRPr="00C764B8">
              <w:rPr>
                <w:rFonts w:ascii="Corbel" w:hAnsi="Corbel"/>
              </w:rPr>
              <w:t xml:space="preserve">- realizuje  wszystkie  przewidziane  programem zadania na  wysokim poziomie artystycznym </w:t>
            </w:r>
          </w:p>
          <w:p w14:paraId="0A909EA7" w14:textId="77777777" w:rsidR="002B613E" w:rsidRPr="00C764B8" w:rsidRDefault="002B613E" w:rsidP="002B613E">
            <w:pPr>
              <w:spacing w:after="0"/>
              <w:rPr>
                <w:rFonts w:ascii="Corbel" w:hAnsi="Corbel"/>
              </w:rPr>
            </w:pPr>
            <w:r w:rsidRPr="00C764B8">
              <w:rPr>
                <w:rFonts w:ascii="Corbel" w:hAnsi="Corbel"/>
              </w:rPr>
              <w:t>- wykazuje świadomość  problemów formalnych wynikających z analizy i interpretacji dzieła rzeźbiarskiego</w:t>
            </w:r>
          </w:p>
          <w:p w14:paraId="69231A26" w14:textId="77777777" w:rsidR="002B613E" w:rsidRPr="00C764B8" w:rsidRDefault="002B613E" w:rsidP="002B613E">
            <w:pPr>
              <w:spacing w:after="0"/>
              <w:rPr>
                <w:rFonts w:ascii="Corbel" w:hAnsi="Corbel"/>
              </w:rPr>
            </w:pPr>
            <w:r w:rsidRPr="00C764B8">
              <w:rPr>
                <w:rFonts w:ascii="Corbel" w:hAnsi="Corbel"/>
              </w:rPr>
              <w:t xml:space="preserve">- poszerza swoją wiedzę z zakresu przedmiotu w indywidualnym zakresie </w:t>
            </w:r>
          </w:p>
          <w:p w14:paraId="02AF0777" w14:textId="77777777" w:rsidR="002B613E" w:rsidRPr="00C764B8" w:rsidRDefault="002B613E" w:rsidP="002B613E">
            <w:pPr>
              <w:spacing w:after="0"/>
              <w:rPr>
                <w:rFonts w:ascii="Corbel" w:hAnsi="Corbel"/>
              </w:rPr>
            </w:pPr>
            <w:r w:rsidRPr="00C764B8">
              <w:rPr>
                <w:rFonts w:ascii="Corbel" w:hAnsi="Corbel"/>
              </w:rPr>
              <w:t>- wykazuje się wzorową frekwencją  i aktywnością podczas zajęć.</w:t>
            </w:r>
          </w:p>
          <w:p w14:paraId="0FBE03AD" w14:textId="77777777" w:rsidR="002B613E" w:rsidRPr="00C764B8" w:rsidRDefault="002B613E" w:rsidP="002B613E">
            <w:pPr>
              <w:spacing w:after="0"/>
              <w:rPr>
                <w:rFonts w:ascii="Corbel" w:hAnsi="Corbel"/>
                <w:b/>
                <w:bCs/>
              </w:rPr>
            </w:pPr>
            <w:r w:rsidRPr="00C764B8">
              <w:rPr>
                <w:rFonts w:ascii="Corbel" w:hAnsi="Corbel"/>
                <w:b/>
                <w:bCs/>
              </w:rPr>
              <w:t>Ocena plus dobra</w:t>
            </w:r>
          </w:p>
          <w:p w14:paraId="079FB41C" w14:textId="77777777" w:rsidR="002B613E" w:rsidRPr="00C764B8" w:rsidRDefault="002B613E" w:rsidP="002B613E">
            <w:pPr>
              <w:spacing w:after="0"/>
              <w:rPr>
                <w:rFonts w:ascii="Corbel" w:hAnsi="Corbel"/>
              </w:rPr>
            </w:pPr>
            <w:r w:rsidRPr="00C764B8">
              <w:rPr>
                <w:rFonts w:ascii="Corbel" w:hAnsi="Corbel"/>
              </w:rPr>
              <w:t>- wykazuje się dużą kreatywnością  w realizacjach rzeźbiarskich</w:t>
            </w:r>
          </w:p>
          <w:p w14:paraId="14CD3964" w14:textId="77777777" w:rsidR="002B613E" w:rsidRPr="00C764B8" w:rsidRDefault="002B613E" w:rsidP="002B613E">
            <w:pPr>
              <w:spacing w:after="0"/>
              <w:rPr>
                <w:rFonts w:ascii="Corbel" w:hAnsi="Corbel"/>
              </w:rPr>
            </w:pPr>
            <w:r w:rsidRPr="00C764B8">
              <w:rPr>
                <w:rFonts w:ascii="Corbel" w:hAnsi="Corbel"/>
              </w:rPr>
              <w:t xml:space="preserve">- przygotowuje  projekty  świadczące o jego zaangażowaniu i świadomości plastycznej </w:t>
            </w:r>
          </w:p>
          <w:p w14:paraId="201F730B" w14:textId="77777777" w:rsidR="002B613E" w:rsidRPr="00C764B8" w:rsidRDefault="002B613E" w:rsidP="002B613E">
            <w:pPr>
              <w:spacing w:after="0"/>
              <w:rPr>
                <w:rFonts w:ascii="Corbel" w:hAnsi="Corbel" w:cs="Calibri"/>
              </w:rPr>
            </w:pPr>
            <w:r w:rsidRPr="00C764B8">
              <w:rPr>
                <w:rFonts w:ascii="Corbel" w:hAnsi="Corbel" w:cs="Calibri"/>
              </w:rPr>
              <w:t xml:space="preserve">- bierze  udział w dyskusjach podczas przeglądów </w:t>
            </w:r>
          </w:p>
          <w:p w14:paraId="718D2BEF" w14:textId="77777777" w:rsidR="002B613E" w:rsidRPr="00C764B8" w:rsidRDefault="002B613E" w:rsidP="002B613E">
            <w:pPr>
              <w:spacing w:after="0"/>
              <w:rPr>
                <w:rFonts w:ascii="Corbel" w:hAnsi="Corbel"/>
              </w:rPr>
            </w:pPr>
            <w:r w:rsidRPr="00C764B8">
              <w:rPr>
                <w:rFonts w:ascii="Corbel" w:hAnsi="Corbel"/>
              </w:rPr>
              <w:t>- wykazuje się wysoka frekwencją i aktywnoś</w:t>
            </w:r>
            <w:r w:rsidR="00D53ADE">
              <w:rPr>
                <w:rFonts w:ascii="Corbel" w:hAnsi="Corbel"/>
              </w:rPr>
              <w:t>cią</w:t>
            </w:r>
            <w:r w:rsidRPr="00C764B8">
              <w:rPr>
                <w:rFonts w:ascii="Corbel" w:hAnsi="Corbel"/>
              </w:rPr>
              <w:t xml:space="preserve"> podczas zajęć.</w:t>
            </w:r>
          </w:p>
          <w:p w14:paraId="4FDB5FD7" w14:textId="77777777" w:rsidR="002B613E" w:rsidRPr="00C764B8" w:rsidRDefault="002B613E" w:rsidP="002B613E">
            <w:pPr>
              <w:spacing w:after="0"/>
              <w:rPr>
                <w:rFonts w:ascii="Corbel" w:hAnsi="Corbel"/>
              </w:rPr>
            </w:pPr>
            <w:r w:rsidRPr="00C764B8">
              <w:rPr>
                <w:rFonts w:ascii="Corbel" w:hAnsi="Corbel"/>
                <w:b/>
              </w:rPr>
              <w:t>Ocena dobra</w:t>
            </w:r>
          </w:p>
          <w:p w14:paraId="2DF8AA3A" w14:textId="77777777" w:rsidR="002B613E" w:rsidRPr="00C764B8" w:rsidRDefault="002B613E" w:rsidP="002B613E">
            <w:pPr>
              <w:spacing w:after="0"/>
              <w:rPr>
                <w:rFonts w:ascii="Corbel" w:hAnsi="Corbel" w:cs="Calibri"/>
              </w:rPr>
            </w:pPr>
            <w:r w:rsidRPr="00C764B8">
              <w:rPr>
                <w:rFonts w:ascii="Corbel" w:hAnsi="Corbel" w:cs="Calibri"/>
              </w:rPr>
              <w:t xml:space="preserve">- wykorzystuje umiejętności warsztatowe do zdefiniowania swojej wypowiedzi artystycznej </w:t>
            </w:r>
          </w:p>
          <w:p w14:paraId="37A734DC" w14:textId="77777777" w:rsidR="002B613E" w:rsidRPr="00C764B8" w:rsidRDefault="002B613E" w:rsidP="002B613E">
            <w:pPr>
              <w:spacing w:after="0"/>
              <w:rPr>
                <w:rFonts w:ascii="Corbel" w:hAnsi="Corbel" w:cs="Calibri"/>
              </w:rPr>
            </w:pPr>
            <w:r w:rsidRPr="00C764B8">
              <w:rPr>
                <w:rFonts w:ascii="Corbel" w:hAnsi="Corbel" w:cs="Calibri"/>
              </w:rPr>
              <w:t xml:space="preserve">- bierze udział w dyskusjach podczas przeglądów </w:t>
            </w:r>
          </w:p>
          <w:p w14:paraId="24A3A1D5" w14:textId="77777777" w:rsidR="002B613E" w:rsidRPr="00C764B8" w:rsidRDefault="002B613E" w:rsidP="002B613E">
            <w:pPr>
              <w:spacing w:after="0"/>
              <w:rPr>
                <w:rFonts w:ascii="Corbel" w:hAnsi="Corbel"/>
                <w:b/>
              </w:rPr>
            </w:pPr>
            <w:r w:rsidRPr="00C764B8">
              <w:rPr>
                <w:rFonts w:ascii="Corbel" w:hAnsi="Corbel" w:cs="Calibri"/>
              </w:rPr>
              <w:t>- uczestniczy w co najmniej 2/3 ogólnego wymiaru zajęć</w:t>
            </w:r>
          </w:p>
          <w:p w14:paraId="34842DEA" w14:textId="77777777" w:rsidR="002B613E" w:rsidRPr="00C764B8" w:rsidRDefault="002B613E" w:rsidP="002B613E">
            <w:pPr>
              <w:spacing w:after="0"/>
              <w:rPr>
                <w:rFonts w:ascii="Corbel" w:hAnsi="Corbel"/>
              </w:rPr>
            </w:pPr>
            <w:r w:rsidRPr="00C764B8">
              <w:rPr>
                <w:rFonts w:ascii="Corbel" w:hAnsi="Corbel"/>
              </w:rPr>
              <w:t>- świadomie kreuj</w:t>
            </w:r>
            <w:r w:rsidR="00D53ADE">
              <w:rPr>
                <w:rFonts w:ascii="Corbel" w:hAnsi="Corbel"/>
              </w:rPr>
              <w:t>e</w:t>
            </w:r>
            <w:r w:rsidRPr="00C764B8">
              <w:rPr>
                <w:rFonts w:ascii="Corbel" w:hAnsi="Corbel"/>
              </w:rPr>
              <w:t xml:space="preserve"> własną wypowiedź artystyczną </w:t>
            </w:r>
          </w:p>
          <w:p w14:paraId="4DE23310" w14:textId="77777777" w:rsidR="002B613E" w:rsidRPr="00C764B8" w:rsidRDefault="002B613E" w:rsidP="002B613E">
            <w:pPr>
              <w:spacing w:after="0"/>
              <w:rPr>
                <w:rFonts w:ascii="Corbel" w:hAnsi="Corbel"/>
              </w:rPr>
            </w:pPr>
            <w:r w:rsidRPr="00C764B8">
              <w:rPr>
                <w:rFonts w:ascii="Corbel" w:hAnsi="Corbel"/>
              </w:rPr>
              <w:t xml:space="preserve">-  wyróżnia się swoją  techniką </w:t>
            </w:r>
            <w:r>
              <w:rPr>
                <w:rFonts w:ascii="Corbel" w:hAnsi="Corbel"/>
              </w:rPr>
              <w:t xml:space="preserve">i </w:t>
            </w:r>
            <w:r w:rsidRPr="00C764B8">
              <w:rPr>
                <w:rFonts w:ascii="Corbel" w:hAnsi="Corbel"/>
              </w:rPr>
              <w:t>organizacj</w:t>
            </w:r>
            <w:r>
              <w:rPr>
                <w:rFonts w:ascii="Corbel" w:hAnsi="Corbel"/>
              </w:rPr>
              <w:t>ą</w:t>
            </w:r>
            <w:r w:rsidRPr="00C764B8">
              <w:rPr>
                <w:rFonts w:ascii="Corbel" w:hAnsi="Corbel"/>
              </w:rPr>
              <w:t xml:space="preserve"> warsztatu na tle grupy.</w:t>
            </w:r>
          </w:p>
          <w:p w14:paraId="79CDCA78" w14:textId="77777777" w:rsidR="002B613E" w:rsidRPr="00C764B8" w:rsidRDefault="002B613E" w:rsidP="002B613E">
            <w:pPr>
              <w:spacing w:after="0"/>
              <w:rPr>
                <w:rFonts w:ascii="Corbel" w:hAnsi="Corbel"/>
                <w:b/>
              </w:rPr>
            </w:pPr>
            <w:r w:rsidRPr="00C764B8">
              <w:rPr>
                <w:rFonts w:ascii="Corbel" w:hAnsi="Corbel"/>
                <w:b/>
              </w:rPr>
              <w:t>Ocena plus dostateczna</w:t>
            </w:r>
          </w:p>
          <w:p w14:paraId="66DD5FBE" w14:textId="77777777" w:rsidR="002B613E" w:rsidRPr="00C764B8" w:rsidRDefault="002B613E" w:rsidP="002B613E">
            <w:pPr>
              <w:spacing w:after="0"/>
              <w:rPr>
                <w:rFonts w:ascii="Corbel" w:hAnsi="Corbel"/>
              </w:rPr>
            </w:pPr>
            <w:r w:rsidRPr="00C764B8">
              <w:rPr>
                <w:rFonts w:ascii="Corbel" w:hAnsi="Corbel"/>
              </w:rPr>
              <w:t>-  nadaje swoim pracom indywidualny wyraz</w:t>
            </w:r>
          </w:p>
          <w:p w14:paraId="55AEE97E" w14:textId="77777777" w:rsidR="002B613E" w:rsidRPr="00C764B8" w:rsidRDefault="002B613E" w:rsidP="002B613E">
            <w:pPr>
              <w:spacing w:after="0"/>
              <w:rPr>
                <w:rFonts w:ascii="Corbel" w:hAnsi="Corbel"/>
              </w:rPr>
            </w:pPr>
            <w:r w:rsidRPr="00C764B8">
              <w:rPr>
                <w:rFonts w:ascii="Corbel" w:hAnsi="Corbel"/>
              </w:rPr>
              <w:t xml:space="preserve">- wykazuje się znajomością </w:t>
            </w:r>
            <w:r w:rsidRPr="00C764B8">
              <w:rPr>
                <w:rFonts w:ascii="Corbel" w:hAnsi="Corbel" w:cs="Calibri"/>
              </w:rPr>
              <w:t>technicznych podstaw rzeźby</w:t>
            </w:r>
          </w:p>
          <w:p w14:paraId="32406F13" w14:textId="77777777" w:rsidR="002B613E" w:rsidRPr="00C764B8" w:rsidRDefault="002B613E" w:rsidP="002B613E">
            <w:pPr>
              <w:spacing w:after="0"/>
              <w:rPr>
                <w:rFonts w:ascii="Corbel" w:hAnsi="Corbel" w:cs="Calibri"/>
              </w:rPr>
            </w:pPr>
            <w:r w:rsidRPr="00C764B8">
              <w:rPr>
                <w:rFonts w:ascii="Corbel" w:hAnsi="Corbel" w:cs="Calibri"/>
              </w:rPr>
              <w:t>- jest aktywny podczas zajęć i zaangażowany w realizacje zespołowe.</w:t>
            </w:r>
          </w:p>
          <w:p w14:paraId="6CF1FFBF" w14:textId="77777777" w:rsidR="002B613E" w:rsidRPr="00C764B8" w:rsidRDefault="002B613E" w:rsidP="002B613E">
            <w:pPr>
              <w:spacing w:after="0"/>
              <w:rPr>
                <w:rFonts w:ascii="Corbel" w:hAnsi="Corbel"/>
              </w:rPr>
            </w:pPr>
            <w:r w:rsidRPr="00C764B8">
              <w:rPr>
                <w:rFonts w:ascii="Corbel" w:hAnsi="Corbel"/>
                <w:b/>
              </w:rPr>
              <w:t>Ocena dostateczna</w:t>
            </w:r>
          </w:p>
          <w:p w14:paraId="1AED260B" w14:textId="77777777" w:rsidR="002B613E" w:rsidRPr="00C764B8" w:rsidRDefault="002B613E" w:rsidP="002B613E">
            <w:pPr>
              <w:spacing w:after="0"/>
              <w:rPr>
                <w:rFonts w:ascii="Corbel" w:hAnsi="Corbel"/>
              </w:rPr>
            </w:pPr>
            <w:r w:rsidRPr="00C764B8">
              <w:rPr>
                <w:rFonts w:ascii="Corbel" w:hAnsi="Corbel"/>
                <w:b/>
              </w:rPr>
              <w:t xml:space="preserve">- </w:t>
            </w:r>
            <w:r w:rsidRPr="00C764B8">
              <w:rPr>
                <w:rFonts w:ascii="Corbel" w:hAnsi="Corbel"/>
              </w:rPr>
              <w:t xml:space="preserve"> w podstawowym stopniu spełniać  określone kryteria </w:t>
            </w:r>
          </w:p>
          <w:p w14:paraId="16D93DF4" w14:textId="77777777" w:rsidR="002B613E" w:rsidRPr="00C764B8" w:rsidRDefault="002B613E" w:rsidP="002B613E">
            <w:pPr>
              <w:spacing w:after="0"/>
              <w:rPr>
                <w:rFonts w:ascii="Corbel" w:hAnsi="Corbel"/>
              </w:rPr>
            </w:pPr>
            <w:r w:rsidRPr="00C764B8">
              <w:rPr>
                <w:rFonts w:ascii="Corbel" w:hAnsi="Corbel"/>
              </w:rPr>
              <w:t xml:space="preserve">- w stopniu poprawnym realizuje ćwiczenia  </w:t>
            </w:r>
          </w:p>
          <w:p w14:paraId="272A77D5" w14:textId="77777777" w:rsidR="002B613E" w:rsidRPr="00C764B8" w:rsidRDefault="002B613E" w:rsidP="002B613E">
            <w:pPr>
              <w:spacing w:after="0"/>
              <w:rPr>
                <w:rFonts w:ascii="Corbel" w:hAnsi="Corbel"/>
                <w:b/>
              </w:rPr>
            </w:pPr>
            <w:r w:rsidRPr="00C764B8">
              <w:rPr>
                <w:rFonts w:ascii="Corbel" w:hAnsi="Corbel"/>
              </w:rPr>
              <w:t>- uczestniczyć w co najmniej ½ ogólnego wymiaru zajęć;</w:t>
            </w:r>
          </w:p>
          <w:p w14:paraId="2343F714" w14:textId="77777777" w:rsidR="002B613E" w:rsidRPr="00C764B8" w:rsidRDefault="002B613E" w:rsidP="002B613E">
            <w:pPr>
              <w:spacing w:after="0"/>
              <w:rPr>
                <w:rFonts w:ascii="Corbel" w:hAnsi="Corbel"/>
              </w:rPr>
            </w:pPr>
            <w:r w:rsidRPr="00C764B8">
              <w:rPr>
                <w:rFonts w:ascii="Corbel" w:hAnsi="Corbel"/>
                <w:b/>
              </w:rPr>
              <w:t>Ocena niedostateczna</w:t>
            </w:r>
          </w:p>
          <w:p w14:paraId="016A85CC" w14:textId="77777777" w:rsidR="002B613E" w:rsidRPr="00C764B8" w:rsidRDefault="002B613E" w:rsidP="002B613E">
            <w:pPr>
              <w:spacing w:after="0"/>
              <w:rPr>
                <w:rFonts w:ascii="Corbel" w:hAnsi="Corbel"/>
              </w:rPr>
            </w:pPr>
            <w:r w:rsidRPr="00C764B8">
              <w:rPr>
                <w:rFonts w:ascii="Corbel" w:hAnsi="Corbel"/>
              </w:rPr>
              <w:t>- nie spełnia kryteriów określonych wymaganiami wstępnymi</w:t>
            </w:r>
          </w:p>
          <w:p w14:paraId="6E9B9A2E" w14:textId="77777777" w:rsidR="002B613E" w:rsidRPr="00C764B8" w:rsidRDefault="002B613E" w:rsidP="002B613E">
            <w:pPr>
              <w:spacing w:after="0"/>
              <w:rPr>
                <w:rFonts w:ascii="Corbel" w:hAnsi="Corbel"/>
              </w:rPr>
            </w:pPr>
            <w:r w:rsidRPr="00C764B8">
              <w:rPr>
                <w:rFonts w:ascii="Corbel" w:hAnsi="Corbel"/>
              </w:rPr>
              <w:t>- uczestniczył w mniej niż 1/3 ogólnego wymiaru zajęć</w:t>
            </w:r>
          </w:p>
          <w:p w14:paraId="6276C3F5" w14:textId="77777777" w:rsidR="0085747A" w:rsidRPr="002B613E" w:rsidRDefault="002B613E" w:rsidP="002B61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613E">
              <w:rPr>
                <w:rFonts w:ascii="Corbel" w:hAnsi="Corbel"/>
                <w:b w:val="0"/>
                <w:smallCaps w:val="0"/>
              </w:rPr>
              <w:t>- nie wykazuje postępu w realizowanych zadaniach</w:t>
            </w:r>
          </w:p>
          <w:p w14:paraId="01486CF1" w14:textId="77777777" w:rsidR="00923D7D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2881258" w14:textId="77777777" w:rsidR="002B613E" w:rsidRPr="009C54AE" w:rsidRDefault="002B61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SEMESTR LETNI</w:t>
            </w:r>
          </w:p>
          <w:p w14:paraId="4934AE09" w14:textId="77777777" w:rsidR="002B613E" w:rsidRPr="00C764B8" w:rsidRDefault="002B613E" w:rsidP="002B613E">
            <w:pPr>
              <w:spacing w:after="0"/>
              <w:rPr>
                <w:rFonts w:ascii="Corbel" w:hAnsi="Corbel"/>
                <w:b/>
              </w:rPr>
            </w:pPr>
            <w:r w:rsidRPr="00C764B8">
              <w:rPr>
                <w:rFonts w:ascii="Corbel" w:hAnsi="Corbel"/>
                <w:b/>
              </w:rPr>
              <w:t>Ocena bardzo dobra</w:t>
            </w:r>
          </w:p>
          <w:p w14:paraId="05055C13" w14:textId="77777777" w:rsidR="002B613E" w:rsidRPr="00C764B8" w:rsidRDefault="002B613E" w:rsidP="002B613E">
            <w:pPr>
              <w:spacing w:after="0"/>
              <w:rPr>
                <w:rFonts w:ascii="Corbel" w:hAnsi="Corbel"/>
              </w:rPr>
            </w:pPr>
            <w:r w:rsidRPr="00C764B8">
              <w:rPr>
                <w:rFonts w:ascii="Corbel" w:hAnsi="Corbel"/>
              </w:rPr>
              <w:t xml:space="preserve">- realizuje  wszystkie  przewidziane  programem zadania na  wysokim poziomie artystycznym </w:t>
            </w:r>
          </w:p>
          <w:p w14:paraId="39A9FF59" w14:textId="77777777" w:rsidR="002B613E" w:rsidRPr="00C764B8" w:rsidRDefault="002B613E" w:rsidP="002B613E">
            <w:pPr>
              <w:spacing w:after="0"/>
              <w:rPr>
                <w:rFonts w:ascii="Corbel" w:hAnsi="Corbel"/>
              </w:rPr>
            </w:pPr>
            <w:r w:rsidRPr="00C764B8">
              <w:rPr>
                <w:rFonts w:ascii="Corbel" w:hAnsi="Corbel"/>
              </w:rPr>
              <w:t>- wykazuje świadomość  problemów formalnych wynikających z analizy i interpretacji dzieła rzeźbiarskiego</w:t>
            </w:r>
          </w:p>
          <w:p w14:paraId="49B5C6E2" w14:textId="77777777" w:rsidR="002B613E" w:rsidRPr="00C764B8" w:rsidRDefault="002B613E" w:rsidP="002B613E">
            <w:pPr>
              <w:spacing w:after="0"/>
              <w:rPr>
                <w:rFonts w:ascii="Corbel" w:hAnsi="Corbel"/>
              </w:rPr>
            </w:pPr>
            <w:r w:rsidRPr="00C764B8">
              <w:rPr>
                <w:rFonts w:ascii="Corbel" w:hAnsi="Corbel"/>
              </w:rPr>
              <w:lastRenderedPageBreak/>
              <w:t xml:space="preserve">- poszerza swoją wiedzę z zakresu przedmiotu w indywidualnym zakresie </w:t>
            </w:r>
          </w:p>
          <w:p w14:paraId="5D9BA5DD" w14:textId="77777777" w:rsidR="002B613E" w:rsidRPr="00C764B8" w:rsidRDefault="002B613E" w:rsidP="002B613E">
            <w:pPr>
              <w:spacing w:after="0"/>
              <w:rPr>
                <w:rFonts w:ascii="Corbel" w:hAnsi="Corbel"/>
              </w:rPr>
            </w:pPr>
            <w:r w:rsidRPr="00C764B8">
              <w:rPr>
                <w:rFonts w:ascii="Corbel" w:hAnsi="Corbel"/>
              </w:rPr>
              <w:t>- wykazuje się wzorową frekwencją  i aktywnością podczas zajęć.</w:t>
            </w:r>
          </w:p>
          <w:p w14:paraId="3737005A" w14:textId="77777777" w:rsidR="002B613E" w:rsidRPr="00C764B8" w:rsidRDefault="002B613E" w:rsidP="002B613E">
            <w:pPr>
              <w:spacing w:after="0"/>
              <w:rPr>
                <w:rFonts w:ascii="Corbel" w:hAnsi="Corbel"/>
                <w:b/>
                <w:bCs/>
              </w:rPr>
            </w:pPr>
            <w:r w:rsidRPr="00C764B8">
              <w:rPr>
                <w:rFonts w:ascii="Corbel" w:hAnsi="Corbel"/>
                <w:b/>
                <w:bCs/>
              </w:rPr>
              <w:t>Ocena plus dobra</w:t>
            </w:r>
          </w:p>
          <w:p w14:paraId="54155A34" w14:textId="77777777" w:rsidR="002B613E" w:rsidRPr="00C764B8" w:rsidRDefault="002B613E" w:rsidP="002B613E">
            <w:pPr>
              <w:spacing w:after="0"/>
              <w:rPr>
                <w:rFonts w:ascii="Corbel" w:hAnsi="Corbel"/>
              </w:rPr>
            </w:pPr>
            <w:r w:rsidRPr="00C764B8">
              <w:rPr>
                <w:rFonts w:ascii="Corbel" w:hAnsi="Corbel"/>
              </w:rPr>
              <w:t>- wykazuje się dużą kreatywnością  w realizacjach rzeźbiarskich</w:t>
            </w:r>
          </w:p>
          <w:p w14:paraId="5232711B" w14:textId="77777777" w:rsidR="002B613E" w:rsidRPr="00C764B8" w:rsidRDefault="002B613E" w:rsidP="002B613E">
            <w:pPr>
              <w:spacing w:after="0"/>
              <w:rPr>
                <w:rFonts w:ascii="Corbel" w:hAnsi="Corbel"/>
              </w:rPr>
            </w:pPr>
            <w:r w:rsidRPr="00C764B8">
              <w:rPr>
                <w:rFonts w:ascii="Corbel" w:hAnsi="Corbel"/>
              </w:rPr>
              <w:t xml:space="preserve">- przygotowuje  projekty  świadczące o jego zaangażowaniu i świadomości plastycznej </w:t>
            </w:r>
          </w:p>
          <w:p w14:paraId="7429E814" w14:textId="77777777" w:rsidR="002B613E" w:rsidRPr="00C764B8" w:rsidRDefault="002B613E" w:rsidP="002B613E">
            <w:pPr>
              <w:spacing w:after="0"/>
              <w:rPr>
                <w:rFonts w:ascii="Corbel" w:hAnsi="Corbel" w:cs="Calibri"/>
              </w:rPr>
            </w:pPr>
            <w:r w:rsidRPr="00C764B8">
              <w:rPr>
                <w:rFonts w:ascii="Corbel" w:hAnsi="Corbel" w:cs="Calibri"/>
              </w:rPr>
              <w:t xml:space="preserve">- bierze  udział w dyskusjach podczas przeglądów </w:t>
            </w:r>
          </w:p>
          <w:p w14:paraId="06B94E37" w14:textId="77777777" w:rsidR="002B613E" w:rsidRPr="00C764B8" w:rsidRDefault="002B613E" w:rsidP="002B613E">
            <w:pPr>
              <w:spacing w:after="0"/>
              <w:rPr>
                <w:rFonts w:ascii="Corbel" w:hAnsi="Corbel"/>
              </w:rPr>
            </w:pPr>
            <w:r w:rsidRPr="00C764B8">
              <w:rPr>
                <w:rFonts w:ascii="Corbel" w:hAnsi="Corbel"/>
              </w:rPr>
              <w:t>- wykazuje się wysoka frekwencją i aktywność podczas zajęć.</w:t>
            </w:r>
          </w:p>
          <w:p w14:paraId="0DFA4CB4" w14:textId="77777777" w:rsidR="002B613E" w:rsidRPr="00C764B8" w:rsidRDefault="002B613E" w:rsidP="002B613E">
            <w:pPr>
              <w:spacing w:after="0"/>
              <w:rPr>
                <w:rFonts w:ascii="Corbel" w:hAnsi="Corbel"/>
              </w:rPr>
            </w:pPr>
            <w:r w:rsidRPr="00C764B8">
              <w:rPr>
                <w:rFonts w:ascii="Corbel" w:hAnsi="Corbel"/>
                <w:b/>
              </w:rPr>
              <w:t>Ocena dobra</w:t>
            </w:r>
          </w:p>
          <w:p w14:paraId="565D5C1F" w14:textId="77777777" w:rsidR="002B613E" w:rsidRPr="00C764B8" w:rsidRDefault="002B613E" w:rsidP="002B613E">
            <w:pPr>
              <w:spacing w:after="0"/>
              <w:rPr>
                <w:rFonts w:ascii="Corbel" w:hAnsi="Corbel" w:cs="Calibri"/>
              </w:rPr>
            </w:pPr>
            <w:r w:rsidRPr="00C764B8">
              <w:rPr>
                <w:rFonts w:ascii="Corbel" w:hAnsi="Corbel" w:cs="Calibri"/>
              </w:rPr>
              <w:t xml:space="preserve">- wykorzystuje umiejętności warsztatowe do zdefiniowania swojej wypowiedzi artystycznej </w:t>
            </w:r>
          </w:p>
          <w:p w14:paraId="56A3FD15" w14:textId="77777777" w:rsidR="002B613E" w:rsidRPr="00C764B8" w:rsidRDefault="002B613E" w:rsidP="002B613E">
            <w:pPr>
              <w:spacing w:after="0"/>
              <w:rPr>
                <w:rFonts w:ascii="Corbel" w:hAnsi="Corbel" w:cs="Calibri"/>
              </w:rPr>
            </w:pPr>
            <w:r w:rsidRPr="00C764B8">
              <w:rPr>
                <w:rFonts w:ascii="Corbel" w:hAnsi="Corbel" w:cs="Calibri"/>
              </w:rPr>
              <w:t xml:space="preserve">- bierze udział w dyskusjach podczas przeglądów </w:t>
            </w:r>
          </w:p>
          <w:p w14:paraId="6C30F714" w14:textId="77777777" w:rsidR="002B613E" w:rsidRPr="00C764B8" w:rsidRDefault="002B613E" w:rsidP="002B613E">
            <w:pPr>
              <w:spacing w:after="0"/>
              <w:rPr>
                <w:rFonts w:ascii="Corbel" w:hAnsi="Corbel"/>
                <w:b/>
              </w:rPr>
            </w:pPr>
            <w:r w:rsidRPr="00C764B8">
              <w:rPr>
                <w:rFonts w:ascii="Corbel" w:hAnsi="Corbel" w:cs="Calibri"/>
              </w:rPr>
              <w:t>- uczestniczy w co najmniej 2/3 ogólnego wymiaru zajęć</w:t>
            </w:r>
          </w:p>
          <w:p w14:paraId="2D839C0C" w14:textId="77777777" w:rsidR="002B613E" w:rsidRPr="00C764B8" w:rsidRDefault="002B613E" w:rsidP="002B613E">
            <w:pPr>
              <w:spacing w:after="0"/>
              <w:rPr>
                <w:rFonts w:ascii="Corbel" w:hAnsi="Corbel"/>
              </w:rPr>
            </w:pPr>
            <w:r w:rsidRPr="00C764B8">
              <w:rPr>
                <w:rFonts w:ascii="Corbel" w:hAnsi="Corbel"/>
              </w:rPr>
              <w:t xml:space="preserve">- świadomie kreując własną wypowiedź artystyczną </w:t>
            </w:r>
          </w:p>
          <w:p w14:paraId="2D0653D9" w14:textId="77777777" w:rsidR="002B613E" w:rsidRPr="00C764B8" w:rsidRDefault="002B613E" w:rsidP="002B613E">
            <w:pPr>
              <w:spacing w:after="0"/>
              <w:rPr>
                <w:rFonts w:ascii="Corbel" w:hAnsi="Corbel"/>
              </w:rPr>
            </w:pPr>
            <w:r w:rsidRPr="00C764B8">
              <w:rPr>
                <w:rFonts w:ascii="Corbel" w:hAnsi="Corbel"/>
              </w:rPr>
              <w:t xml:space="preserve">-  wyróżnia się swoją  techniką </w:t>
            </w:r>
            <w:r>
              <w:rPr>
                <w:rFonts w:ascii="Corbel" w:hAnsi="Corbel"/>
              </w:rPr>
              <w:t xml:space="preserve">i </w:t>
            </w:r>
            <w:r w:rsidRPr="00C764B8">
              <w:rPr>
                <w:rFonts w:ascii="Corbel" w:hAnsi="Corbel"/>
              </w:rPr>
              <w:t>organizacj</w:t>
            </w:r>
            <w:r>
              <w:rPr>
                <w:rFonts w:ascii="Corbel" w:hAnsi="Corbel"/>
              </w:rPr>
              <w:t>ą</w:t>
            </w:r>
            <w:r w:rsidRPr="00C764B8">
              <w:rPr>
                <w:rFonts w:ascii="Corbel" w:hAnsi="Corbel"/>
              </w:rPr>
              <w:t xml:space="preserve"> warsztatu na tle grupy.</w:t>
            </w:r>
          </w:p>
          <w:p w14:paraId="66CB7D5A" w14:textId="77777777" w:rsidR="002B613E" w:rsidRPr="00C764B8" w:rsidRDefault="002B613E" w:rsidP="002B613E">
            <w:pPr>
              <w:spacing w:after="0"/>
              <w:rPr>
                <w:rFonts w:ascii="Corbel" w:hAnsi="Corbel"/>
                <w:b/>
              </w:rPr>
            </w:pPr>
            <w:r w:rsidRPr="00C764B8">
              <w:rPr>
                <w:rFonts w:ascii="Corbel" w:hAnsi="Corbel"/>
                <w:b/>
              </w:rPr>
              <w:t>Ocena plus dostateczna</w:t>
            </w:r>
          </w:p>
          <w:p w14:paraId="2794D783" w14:textId="77777777" w:rsidR="002B613E" w:rsidRPr="00C764B8" w:rsidRDefault="002B613E" w:rsidP="002B613E">
            <w:pPr>
              <w:spacing w:after="0"/>
              <w:rPr>
                <w:rFonts w:ascii="Corbel" w:hAnsi="Corbel"/>
              </w:rPr>
            </w:pPr>
            <w:r w:rsidRPr="00C764B8">
              <w:rPr>
                <w:rFonts w:ascii="Corbel" w:hAnsi="Corbel"/>
              </w:rPr>
              <w:t>-  nadaje swoim pracom indywidualny wyraz</w:t>
            </w:r>
          </w:p>
          <w:p w14:paraId="141C930F" w14:textId="77777777" w:rsidR="002B613E" w:rsidRPr="00C764B8" w:rsidRDefault="002B613E" w:rsidP="002B613E">
            <w:pPr>
              <w:spacing w:after="0"/>
              <w:rPr>
                <w:rFonts w:ascii="Corbel" w:hAnsi="Corbel"/>
              </w:rPr>
            </w:pPr>
            <w:r w:rsidRPr="00C764B8">
              <w:rPr>
                <w:rFonts w:ascii="Corbel" w:hAnsi="Corbel"/>
              </w:rPr>
              <w:t xml:space="preserve">- wykazuje się znajomością </w:t>
            </w:r>
            <w:r w:rsidRPr="00C764B8">
              <w:rPr>
                <w:rFonts w:ascii="Corbel" w:hAnsi="Corbel" w:cs="Calibri"/>
              </w:rPr>
              <w:t>technicznych podstaw rzeźby</w:t>
            </w:r>
          </w:p>
          <w:p w14:paraId="27427174" w14:textId="77777777" w:rsidR="002B613E" w:rsidRPr="00C764B8" w:rsidRDefault="002B613E" w:rsidP="002B613E">
            <w:pPr>
              <w:spacing w:after="0"/>
              <w:rPr>
                <w:rFonts w:ascii="Corbel" w:hAnsi="Corbel" w:cs="Calibri"/>
              </w:rPr>
            </w:pPr>
            <w:r w:rsidRPr="00C764B8">
              <w:rPr>
                <w:rFonts w:ascii="Corbel" w:hAnsi="Corbel" w:cs="Calibri"/>
              </w:rPr>
              <w:t>- jest aktywny podczas zajęć i zaangażowany w realizacje zespołowe.</w:t>
            </w:r>
          </w:p>
          <w:p w14:paraId="3B074229" w14:textId="77777777" w:rsidR="002B613E" w:rsidRPr="00C764B8" w:rsidRDefault="002B613E" w:rsidP="002B613E">
            <w:pPr>
              <w:spacing w:after="0"/>
              <w:rPr>
                <w:rFonts w:ascii="Corbel" w:hAnsi="Corbel"/>
              </w:rPr>
            </w:pPr>
            <w:r w:rsidRPr="00C764B8">
              <w:rPr>
                <w:rFonts w:ascii="Corbel" w:hAnsi="Corbel"/>
                <w:b/>
              </w:rPr>
              <w:t>Ocena dostateczna</w:t>
            </w:r>
          </w:p>
          <w:p w14:paraId="208202A0" w14:textId="77777777" w:rsidR="002B613E" w:rsidRPr="00C764B8" w:rsidRDefault="002B613E" w:rsidP="002B613E">
            <w:pPr>
              <w:spacing w:after="0"/>
              <w:rPr>
                <w:rFonts w:ascii="Corbel" w:hAnsi="Corbel"/>
              </w:rPr>
            </w:pPr>
            <w:r w:rsidRPr="00C764B8">
              <w:rPr>
                <w:rFonts w:ascii="Corbel" w:hAnsi="Corbel"/>
                <w:b/>
              </w:rPr>
              <w:t xml:space="preserve">- </w:t>
            </w:r>
            <w:r w:rsidRPr="00C764B8">
              <w:rPr>
                <w:rFonts w:ascii="Corbel" w:hAnsi="Corbel"/>
              </w:rPr>
              <w:t xml:space="preserve"> w podstawowym stopniu spełniać  określone kryteria </w:t>
            </w:r>
          </w:p>
          <w:p w14:paraId="36AB84E6" w14:textId="77777777" w:rsidR="002B613E" w:rsidRPr="00C764B8" w:rsidRDefault="002B613E" w:rsidP="002B613E">
            <w:pPr>
              <w:spacing w:after="0"/>
              <w:rPr>
                <w:rFonts w:ascii="Corbel" w:hAnsi="Corbel"/>
              </w:rPr>
            </w:pPr>
            <w:r w:rsidRPr="00C764B8">
              <w:rPr>
                <w:rFonts w:ascii="Corbel" w:hAnsi="Corbel"/>
              </w:rPr>
              <w:t xml:space="preserve">- w stopniu poprawnym realizuje ćwiczenia  </w:t>
            </w:r>
          </w:p>
          <w:p w14:paraId="6D163E0C" w14:textId="77777777" w:rsidR="002B613E" w:rsidRPr="00C764B8" w:rsidRDefault="002B613E" w:rsidP="002B613E">
            <w:pPr>
              <w:spacing w:after="0"/>
              <w:rPr>
                <w:rFonts w:ascii="Corbel" w:hAnsi="Corbel"/>
                <w:b/>
              </w:rPr>
            </w:pPr>
            <w:r w:rsidRPr="00C764B8">
              <w:rPr>
                <w:rFonts w:ascii="Corbel" w:hAnsi="Corbel"/>
              </w:rPr>
              <w:t>- uczestniczyć w co najmniej ½ ogólnego wymiaru zajęć;</w:t>
            </w:r>
          </w:p>
          <w:p w14:paraId="0957520A" w14:textId="77777777" w:rsidR="002B613E" w:rsidRPr="00C764B8" w:rsidRDefault="002B613E" w:rsidP="002B613E">
            <w:pPr>
              <w:spacing w:after="0"/>
              <w:rPr>
                <w:rFonts w:ascii="Corbel" w:hAnsi="Corbel"/>
              </w:rPr>
            </w:pPr>
            <w:r w:rsidRPr="00C764B8">
              <w:rPr>
                <w:rFonts w:ascii="Corbel" w:hAnsi="Corbel"/>
                <w:b/>
              </w:rPr>
              <w:t>Ocena niedostateczna</w:t>
            </w:r>
          </w:p>
          <w:p w14:paraId="75F310E3" w14:textId="77777777" w:rsidR="002B613E" w:rsidRPr="00C764B8" w:rsidRDefault="002B613E" w:rsidP="002B613E">
            <w:pPr>
              <w:spacing w:after="0"/>
              <w:rPr>
                <w:rFonts w:ascii="Corbel" w:hAnsi="Corbel"/>
              </w:rPr>
            </w:pPr>
            <w:r w:rsidRPr="00C764B8">
              <w:rPr>
                <w:rFonts w:ascii="Corbel" w:hAnsi="Corbel"/>
              </w:rPr>
              <w:t>- nie spełnia kryteriów określonych wymaganiami wstępnymi</w:t>
            </w:r>
          </w:p>
          <w:p w14:paraId="08DBCAB5" w14:textId="77777777" w:rsidR="002B613E" w:rsidRPr="00C764B8" w:rsidRDefault="002B613E" w:rsidP="002B613E">
            <w:pPr>
              <w:spacing w:after="0"/>
              <w:rPr>
                <w:rFonts w:ascii="Corbel" w:hAnsi="Corbel"/>
              </w:rPr>
            </w:pPr>
            <w:r w:rsidRPr="00C764B8">
              <w:rPr>
                <w:rFonts w:ascii="Corbel" w:hAnsi="Corbel"/>
              </w:rPr>
              <w:t>- uczestniczył w mniej niż 1/3 ogólnego wymiaru zajęć</w:t>
            </w:r>
          </w:p>
          <w:p w14:paraId="72FC2724" w14:textId="77777777" w:rsidR="002B613E" w:rsidRPr="002B613E" w:rsidRDefault="002B613E" w:rsidP="002B61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613E">
              <w:rPr>
                <w:rFonts w:ascii="Corbel" w:hAnsi="Corbel"/>
                <w:b w:val="0"/>
                <w:smallCaps w:val="0"/>
              </w:rPr>
              <w:t>- nie wykazuje postępu w realizowanych zadaniach</w:t>
            </w:r>
          </w:p>
          <w:p w14:paraId="4E76826B" w14:textId="77777777" w:rsidR="002B613E" w:rsidRDefault="002B613E" w:rsidP="002B61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37623E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C5D8AF4" w14:textId="77777777" w:rsidR="00AA1ECB" w:rsidRDefault="00AA1ECB" w:rsidP="00720AB9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14:paraId="1BA88F7B" w14:textId="77777777" w:rsidR="00AA1ECB" w:rsidRDefault="00AA1ECB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2C95172F" w14:textId="77777777" w:rsidR="00AA1ECB" w:rsidRDefault="00AA1ECB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6EA7341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F859A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C91B670" w14:textId="77777777" w:rsidTr="003E1941">
        <w:tc>
          <w:tcPr>
            <w:tcW w:w="4962" w:type="dxa"/>
            <w:vAlign w:val="center"/>
          </w:tcPr>
          <w:p w14:paraId="637622E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624CB2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5B4E7C1" w14:textId="77777777" w:rsidTr="00923D7D">
        <w:tc>
          <w:tcPr>
            <w:tcW w:w="4962" w:type="dxa"/>
          </w:tcPr>
          <w:p w14:paraId="4D10AD6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3D9CDB2" w14:textId="77777777" w:rsidR="0085747A" w:rsidRPr="009C54AE" w:rsidRDefault="002B613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4F5B1E0B" w14:textId="77777777" w:rsidTr="00923D7D">
        <w:tc>
          <w:tcPr>
            <w:tcW w:w="4962" w:type="dxa"/>
          </w:tcPr>
          <w:p w14:paraId="282B928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AA146D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826B0D9" w14:textId="77777777" w:rsidR="00C61DC5" w:rsidRPr="009C54AE" w:rsidRDefault="005677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2444BEA5" w14:textId="77777777" w:rsidTr="00923D7D">
        <w:tc>
          <w:tcPr>
            <w:tcW w:w="4962" w:type="dxa"/>
          </w:tcPr>
          <w:p w14:paraId="759C6216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B6BDAE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3B8D15D" w14:textId="77777777" w:rsidR="00C61DC5" w:rsidRPr="009C54AE" w:rsidRDefault="005677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20F7526C" w14:textId="77777777" w:rsidTr="00923D7D">
        <w:tc>
          <w:tcPr>
            <w:tcW w:w="4962" w:type="dxa"/>
          </w:tcPr>
          <w:p w14:paraId="7C527BF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36A52CE" w14:textId="77777777" w:rsidR="0085747A" w:rsidRPr="009C54AE" w:rsidRDefault="005677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5DB72E65" w14:textId="77777777" w:rsidTr="00923D7D">
        <w:tc>
          <w:tcPr>
            <w:tcW w:w="4962" w:type="dxa"/>
          </w:tcPr>
          <w:p w14:paraId="4B21CBC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A947E1E" w14:textId="77777777" w:rsidR="0085747A" w:rsidRPr="009C54AE" w:rsidRDefault="002B613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77BCF4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3CCAB6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D8F7AC" w14:textId="77777777" w:rsidR="005A5014" w:rsidRDefault="005A501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A2461F" w14:textId="77777777" w:rsidR="0085747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  <w:r w:rsidR="00D53ADE">
        <w:rPr>
          <w:rFonts w:ascii="Corbel" w:hAnsi="Corbel"/>
          <w:smallCaps w:val="0"/>
          <w:szCs w:val="24"/>
        </w:rPr>
        <w:t>:</w:t>
      </w:r>
    </w:p>
    <w:p w14:paraId="1768D56D" w14:textId="77777777" w:rsidR="00D53ADE" w:rsidRPr="009C54AE" w:rsidRDefault="006D6AF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            </w:t>
      </w:r>
    </w:p>
    <w:p w14:paraId="2BD078F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6197E52" w14:textId="77777777" w:rsidTr="0071620A">
        <w:trPr>
          <w:trHeight w:val="397"/>
        </w:trPr>
        <w:tc>
          <w:tcPr>
            <w:tcW w:w="3544" w:type="dxa"/>
          </w:tcPr>
          <w:p w14:paraId="77BE32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6B12D08" w14:textId="77777777" w:rsidR="0085747A" w:rsidRPr="009C54AE" w:rsidRDefault="006D6A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365D32EA" w14:textId="77777777" w:rsidTr="0071620A">
        <w:trPr>
          <w:trHeight w:val="397"/>
        </w:trPr>
        <w:tc>
          <w:tcPr>
            <w:tcW w:w="3544" w:type="dxa"/>
          </w:tcPr>
          <w:p w14:paraId="7B0FF7A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E9C1EFA" w14:textId="77777777" w:rsidR="0085747A" w:rsidRPr="009C54AE" w:rsidRDefault="006D6A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077098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B58E08" w14:textId="77777777" w:rsidR="0085747A" w:rsidRDefault="0085747A" w:rsidP="00BF5BF6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LITERATURA</w:t>
      </w:r>
      <w:r w:rsidR="000A6B1B">
        <w:rPr>
          <w:rFonts w:ascii="Corbel" w:hAnsi="Corbel"/>
          <w:smallCaps w:val="0"/>
          <w:szCs w:val="24"/>
        </w:rPr>
        <w:t>:</w:t>
      </w:r>
    </w:p>
    <w:p w14:paraId="0D16AAC4" w14:textId="77777777" w:rsidR="00BF5BF6" w:rsidRDefault="00BF5BF6" w:rsidP="00BF5BF6">
      <w:pPr>
        <w:pStyle w:val="Punktygwne"/>
        <w:spacing w:before="0" w:after="0"/>
        <w:ind w:left="72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Literatura podstawowa:</w:t>
      </w:r>
    </w:p>
    <w:p w14:paraId="4FE40A1D" w14:textId="77777777" w:rsidR="000A6B1B" w:rsidRDefault="000A6B1B" w:rsidP="000A6B1B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Bammes G., Anatomia człowieka dla artystów, Warszawa 1995</w:t>
      </w:r>
    </w:p>
    <w:p w14:paraId="7A64DAD1" w14:textId="77777777" w:rsidR="000A6B1B" w:rsidRDefault="000A6B1B" w:rsidP="000A6B1B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0A6B1B">
        <w:rPr>
          <w:rFonts w:ascii="Corbel" w:hAnsi="Corbel"/>
          <w:b w:val="0"/>
          <w:smallCaps w:val="0"/>
          <w:szCs w:val="24"/>
        </w:rPr>
        <w:t>Clark K., Akt, studium idealne</w:t>
      </w:r>
      <w:r>
        <w:rPr>
          <w:rFonts w:ascii="Corbel" w:hAnsi="Corbel"/>
          <w:b w:val="0"/>
          <w:smallCaps w:val="0"/>
          <w:szCs w:val="24"/>
        </w:rPr>
        <w:t>j formy, Wydawnictwo Artystyczne i Filmowe</w:t>
      </w:r>
      <w:r w:rsidR="009F387A">
        <w:rPr>
          <w:rFonts w:ascii="Corbel" w:hAnsi="Corbel"/>
          <w:b w:val="0"/>
          <w:smallCaps w:val="0"/>
          <w:szCs w:val="24"/>
        </w:rPr>
        <w:t xml:space="preserve"> PWN 1998</w:t>
      </w:r>
    </w:p>
    <w:p w14:paraId="3F11BED9" w14:textId="77777777" w:rsidR="00675843" w:rsidRPr="000A6B1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85747A" w:rsidRPr="009C54AE" w14:paraId="2369B870" w14:textId="77777777" w:rsidTr="00BF5BF6">
        <w:trPr>
          <w:trHeight w:val="397"/>
        </w:trPr>
        <w:tc>
          <w:tcPr>
            <w:tcW w:w="8953" w:type="dxa"/>
          </w:tcPr>
          <w:p w14:paraId="26D352EA" w14:textId="77777777" w:rsidR="00BF5BF6" w:rsidRPr="00BF5BF6" w:rsidRDefault="0085747A" w:rsidP="00BF5BF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420AACF" w14:textId="77777777" w:rsidR="00BF5BF6" w:rsidRDefault="00BF5BF6" w:rsidP="00BF5BF6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1.Rudomino T., „Mały leksykon sztuki współczesnej” Warszawa 1990</w:t>
            </w:r>
          </w:p>
          <w:p w14:paraId="44458BD5" w14:textId="77777777" w:rsidR="00074A57" w:rsidRDefault="00074A57" w:rsidP="00BF5BF6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2.Kisielewski A., Alfons Karny, Wydawnictwo Uniwersyteckie TRANS HUMAMA, Białystok  1995</w:t>
            </w:r>
          </w:p>
          <w:p w14:paraId="3B1252E8" w14:textId="77777777" w:rsidR="00074A57" w:rsidRDefault="00074A57" w:rsidP="00BF5BF6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3.Puciata-Pawłowska J., Konstanty Laszczka. Życie i twórczość, Muzeum Okręgowe w Siedlcach 1980</w:t>
            </w:r>
          </w:p>
          <w:p w14:paraId="490350AB" w14:textId="77777777" w:rsidR="00074A57" w:rsidRPr="00F030F2" w:rsidRDefault="00074A57" w:rsidP="00BF5BF6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4. Read H. , O pochodzeniu formy w sztuce, Warszawa 1976</w:t>
            </w:r>
          </w:p>
          <w:p w14:paraId="79C376E3" w14:textId="77777777" w:rsidR="0085747A" w:rsidRDefault="00620E70" w:rsidP="00BF5BF6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620E70">
              <w:rPr>
                <w:rFonts w:ascii="Corbel" w:hAnsi="Corbel"/>
                <w:b w:val="0"/>
                <w:bCs/>
              </w:rPr>
              <w:t>5</w:t>
            </w:r>
            <w:r w:rsidR="00BF5BF6" w:rsidRPr="00620E70">
              <w:rPr>
                <w:rFonts w:ascii="Corbel" w:hAnsi="Corbel"/>
                <w:b w:val="0"/>
                <w:bCs/>
              </w:rPr>
              <w:t>.Albumy i katalogi z wystaw dotyczące  przedmiotu</w:t>
            </w:r>
          </w:p>
          <w:p w14:paraId="3BA14BF5" w14:textId="77777777" w:rsidR="00620E70" w:rsidRDefault="00620E70" w:rsidP="00620E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iCs/>
                <w:color w:val="000000"/>
              </w:rPr>
              <w:t xml:space="preserve">6.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Kandyński W.,O duchowości w sztuce. Z teorii awangardy XX wieku, Warszawa 2000</w:t>
            </w:r>
          </w:p>
          <w:p w14:paraId="55014D31" w14:textId="5A0B2ABA" w:rsidR="00197189" w:rsidRPr="000A6B1B" w:rsidRDefault="00197189" w:rsidP="00197189">
            <w:pPr>
              <w:pStyle w:val="Punktygwne"/>
              <w:numPr>
                <w:ilvl w:val="0"/>
                <w:numId w:val="6"/>
              </w:numPr>
              <w:spacing w:before="0" w:after="0"/>
              <w:ind w:left="198" w:hanging="19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Heslewwod  J., Historia rzeźby zachodnioeuropejskiej, Warszawa 1995</w:t>
            </w:r>
          </w:p>
          <w:p w14:paraId="19521DA8" w14:textId="77777777" w:rsidR="00197189" w:rsidRDefault="00197189" w:rsidP="00197189">
            <w:pPr>
              <w:pStyle w:val="Punktygwne"/>
              <w:numPr>
                <w:ilvl w:val="0"/>
                <w:numId w:val="6"/>
              </w:numPr>
              <w:spacing w:before="0" w:after="0"/>
              <w:ind w:left="198" w:hanging="19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Amheim R., Sztuka a percepcja wzrokowa. Psychologia twórczego oka., Gdańsk 2004</w:t>
            </w:r>
          </w:p>
          <w:p w14:paraId="7E48629C" w14:textId="77777777" w:rsidR="00197189" w:rsidRDefault="00197189" w:rsidP="00197189">
            <w:pPr>
              <w:pStyle w:val="Punktygwne"/>
              <w:numPr>
                <w:ilvl w:val="0"/>
                <w:numId w:val="6"/>
              </w:numPr>
              <w:spacing w:before="0" w:after="0"/>
              <w:ind w:left="198" w:hanging="19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Gombrich E., Sztuka i złudzenie, Warszawa 1981</w:t>
            </w:r>
          </w:p>
          <w:p w14:paraId="1F3A876A" w14:textId="35EBB997" w:rsidR="00620E70" w:rsidRPr="00620E70" w:rsidRDefault="00620E70" w:rsidP="00BF5BF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</w:pPr>
          </w:p>
        </w:tc>
      </w:tr>
    </w:tbl>
    <w:p w14:paraId="29D56CB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B9768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044FF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7408F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79CB7" w14:textId="77777777" w:rsidR="007408F6" w:rsidRDefault="007408F6" w:rsidP="00C16ABF">
      <w:pPr>
        <w:spacing w:after="0" w:line="240" w:lineRule="auto"/>
      </w:pPr>
      <w:r>
        <w:separator/>
      </w:r>
    </w:p>
  </w:endnote>
  <w:endnote w:type="continuationSeparator" w:id="0">
    <w:p w14:paraId="1E2EAD4C" w14:textId="77777777" w:rsidR="007408F6" w:rsidRDefault="007408F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B594C" w14:textId="77777777" w:rsidR="007408F6" w:rsidRDefault="007408F6" w:rsidP="00C16ABF">
      <w:pPr>
        <w:spacing w:after="0" w:line="240" w:lineRule="auto"/>
      </w:pPr>
      <w:r>
        <w:separator/>
      </w:r>
    </w:p>
  </w:footnote>
  <w:footnote w:type="continuationSeparator" w:id="0">
    <w:p w14:paraId="667324F4" w14:textId="77777777" w:rsidR="007408F6" w:rsidRDefault="007408F6" w:rsidP="00C16ABF">
      <w:pPr>
        <w:spacing w:after="0" w:line="240" w:lineRule="auto"/>
      </w:pPr>
      <w:r>
        <w:continuationSeparator/>
      </w:r>
    </w:p>
  </w:footnote>
  <w:footnote w:id="1">
    <w:p w14:paraId="36D6382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CE5B56"/>
    <w:multiLevelType w:val="hybridMultilevel"/>
    <w:tmpl w:val="19529CD4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8B426F"/>
    <w:multiLevelType w:val="hybridMultilevel"/>
    <w:tmpl w:val="E08885A8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C765DF"/>
    <w:multiLevelType w:val="hybridMultilevel"/>
    <w:tmpl w:val="19529CD4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AD21314"/>
    <w:multiLevelType w:val="hybridMultilevel"/>
    <w:tmpl w:val="19529CD4"/>
    <w:lvl w:ilvl="0" w:tplc="249AB2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CDC2ABD"/>
    <w:multiLevelType w:val="hybridMultilevel"/>
    <w:tmpl w:val="13C6E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1135012">
    <w:abstractNumId w:val="0"/>
  </w:num>
  <w:num w:numId="2" w16cid:durableId="1992098349">
    <w:abstractNumId w:val="5"/>
  </w:num>
  <w:num w:numId="3" w16cid:durableId="1079909774">
    <w:abstractNumId w:val="4"/>
  </w:num>
  <w:num w:numId="4" w16cid:durableId="751975710">
    <w:abstractNumId w:val="1"/>
  </w:num>
  <w:num w:numId="5" w16cid:durableId="2058386102">
    <w:abstractNumId w:val="3"/>
  </w:num>
  <w:num w:numId="6" w16cid:durableId="32135288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E58"/>
    <w:rsid w:val="00033226"/>
    <w:rsid w:val="00035C2F"/>
    <w:rsid w:val="00042A51"/>
    <w:rsid w:val="00042D2E"/>
    <w:rsid w:val="00043FC0"/>
    <w:rsid w:val="00044C82"/>
    <w:rsid w:val="00070ED6"/>
    <w:rsid w:val="000742DC"/>
    <w:rsid w:val="00074A57"/>
    <w:rsid w:val="00082EC5"/>
    <w:rsid w:val="00084C12"/>
    <w:rsid w:val="0009462C"/>
    <w:rsid w:val="00094B12"/>
    <w:rsid w:val="00096C46"/>
    <w:rsid w:val="000A296F"/>
    <w:rsid w:val="000A2A28"/>
    <w:rsid w:val="000A3CDF"/>
    <w:rsid w:val="000A6B1B"/>
    <w:rsid w:val="000B089D"/>
    <w:rsid w:val="000B192D"/>
    <w:rsid w:val="000B28EE"/>
    <w:rsid w:val="000B3E37"/>
    <w:rsid w:val="000D04B0"/>
    <w:rsid w:val="000F0435"/>
    <w:rsid w:val="000F1C57"/>
    <w:rsid w:val="000F3816"/>
    <w:rsid w:val="000F5615"/>
    <w:rsid w:val="00124BFF"/>
    <w:rsid w:val="0012560E"/>
    <w:rsid w:val="00127108"/>
    <w:rsid w:val="00127860"/>
    <w:rsid w:val="00134B13"/>
    <w:rsid w:val="00143C62"/>
    <w:rsid w:val="00146BC0"/>
    <w:rsid w:val="0014786A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7189"/>
    <w:rsid w:val="001A70D2"/>
    <w:rsid w:val="001B0D42"/>
    <w:rsid w:val="001C3F96"/>
    <w:rsid w:val="001D15C2"/>
    <w:rsid w:val="001D285C"/>
    <w:rsid w:val="001D657B"/>
    <w:rsid w:val="001D7B54"/>
    <w:rsid w:val="001E0209"/>
    <w:rsid w:val="001F2CA2"/>
    <w:rsid w:val="002144C0"/>
    <w:rsid w:val="00222105"/>
    <w:rsid w:val="0022477D"/>
    <w:rsid w:val="00224EBE"/>
    <w:rsid w:val="002278A9"/>
    <w:rsid w:val="002310DF"/>
    <w:rsid w:val="002336F9"/>
    <w:rsid w:val="0024028F"/>
    <w:rsid w:val="00244ABC"/>
    <w:rsid w:val="00272F2E"/>
    <w:rsid w:val="00281FF2"/>
    <w:rsid w:val="002857DE"/>
    <w:rsid w:val="00291567"/>
    <w:rsid w:val="002A22BF"/>
    <w:rsid w:val="002A2389"/>
    <w:rsid w:val="002A29E5"/>
    <w:rsid w:val="002A671D"/>
    <w:rsid w:val="002B4D55"/>
    <w:rsid w:val="002B5EA0"/>
    <w:rsid w:val="002B6119"/>
    <w:rsid w:val="002B613E"/>
    <w:rsid w:val="002C1F06"/>
    <w:rsid w:val="002D3375"/>
    <w:rsid w:val="002D73D4"/>
    <w:rsid w:val="002F02A3"/>
    <w:rsid w:val="002F4ABE"/>
    <w:rsid w:val="003018BA"/>
    <w:rsid w:val="0030395F"/>
    <w:rsid w:val="00305C92"/>
    <w:rsid w:val="00306478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6C61"/>
    <w:rsid w:val="003B2CAB"/>
    <w:rsid w:val="003B3B9A"/>
    <w:rsid w:val="003C0BAE"/>
    <w:rsid w:val="003D18A9"/>
    <w:rsid w:val="003D434D"/>
    <w:rsid w:val="003D6CE2"/>
    <w:rsid w:val="003E1941"/>
    <w:rsid w:val="003E1AF0"/>
    <w:rsid w:val="003E2FE6"/>
    <w:rsid w:val="003E49D5"/>
    <w:rsid w:val="003F205D"/>
    <w:rsid w:val="003F38C0"/>
    <w:rsid w:val="003F711B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0D0F"/>
    <w:rsid w:val="004B7438"/>
    <w:rsid w:val="004D5282"/>
    <w:rsid w:val="004F1551"/>
    <w:rsid w:val="004F55A3"/>
    <w:rsid w:val="0050496F"/>
    <w:rsid w:val="0051372D"/>
    <w:rsid w:val="00513B6F"/>
    <w:rsid w:val="00517C63"/>
    <w:rsid w:val="005363C4"/>
    <w:rsid w:val="00536BDE"/>
    <w:rsid w:val="00543ACC"/>
    <w:rsid w:val="00544FBB"/>
    <w:rsid w:val="0056696D"/>
    <w:rsid w:val="0056775E"/>
    <w:rsid w:val="005747F3"/>
    <w:rsid w:val="005878EE"/>
    <w:rsid w:val="0059484D"/>
    <w:rsid w:val="005A0855"/>
    <w:rsid w:val="005A133C"/>
    <w:rsid w:val="005A3196"/>
    <w:rsid w:val="005A5014"/>
    <w:rsid w:val="005C080F"/>
    <w:rsid w:val="005C55E5"/>
    <w:rsid w:val="005C696A"/>
    <w:rsid w:val="005E6E85"/>
    <w:rsid w:val="005F31D2"/>
    <w:rsid w:val="0061029B"/>
    <w:rsid w:val="00617230"/>
    <w:rsid w:val="00620E70"/>
    <w:rsid w:val="00621CE1"/>
    <w:rsid w:val="00627FC9"/>
    <w:rsid w:val="0063168E"/>
    <w:rsid w:val="0063616B"/>
    <w:rsid w:val="00636A16"/>
    <w:rsid w:val="00647FA8"/>
    <w:rsid w:val="00650C5F"/>
    <w:rsid w:val="00654934"/>
    <w:rsid w:val="006620D9"/>
    <w:rsid w:val="00671958"/>
    <w:rsid w:val="00675843"/>
    <w:rsid w:val="006850A1"/>
    <w:rsid w:val="00696477"/>
    <w:rsid w:val="006D050F"/>
    <w:rsid w:val="006D06B8"/>
    <w:rsid w:val="006D6139"/>
    <w:rsid w:val="006D6AFC"/>
    <w:rsid w:val="006E5D65"/>
    <w:rsid w:val="006F1282"/>
    <w:rsid w:val="006F1FBC"/>
    <w:rsid w:val="006F31E2"/>
    <w:rsid w:val="00706544"/>
    <w:rsid w:val="007072BA"/>
    <w:rsid w:val="0071620A"/>
    <w:rsid w:val="00720AB9"/>
    <w:rsid w:val="00724677"/>
    <w:rsid w:val="00725459"/>
    <w:rsid w:val="007327BD"/>
    <w:rsid w:val="00734608"/>
    <w:rsid w:val="007408F6"/>
    <w:rsid w:val="0074120D"/>
    <w:rsid w:val="00745302"/>
    <w:rsid w:val="007461D6"/>
    <w:rsid w:val="00746EC8"/>
    <w:rsid w:val="00763BF1"/>
    <w:rsid w:val="00765462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223B"/>
    <w:rsid w:val="007F4155"/>
    <w:rsid w:val="0081554D"/>
    <w:rsid w:val="0081707E"/>
    <w:rsid w:val="00820643"/>
    <w:rsid w:val="008427EE"/>
    <w:rsid w:val="008449B3"/>
    <w:rsid w:val="008514EA"/>
    <w:rsid w:val="008552A2"/>
    <w:rsid w:val="0085747A"/>
    <w:rsid w:val="0088183B"/>
    <w:rsid w:val="00884922"/>
    <w:rsid w:val="00885F64"/>
    <w:rsid w:val="008917F9"/>
    <w:rsid w:val="008A3F72"/>
    <w:rsid w:val="008A45F7"/>
    <w:rsid w:val="008A6F8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F05"/>
    <w:rsid w:val="008F5307"/>
    <w:rsid w:val="008F6E29"/>
    <w:rsid w:val="00916188"/>
    <w:rsid w:val="00923D7D"/>
    <w:rsid w:val="009508DF"/>
    <w:rsid w:val="00950DAC"/>
    <w:rsid w:val="00954A07"/>
    <w:rsid w:val="00997F14"/>
    <w:rsid w:val="009A69C8"/>
    <w:rsid w:val="009A78D9"/>
    <w:rsid w:val="009C02A5"/>
    <w:rsid w:val="009C3E31"/>
    <w:rsid w:val="009C54AE"/>
    <w:rsid w:val="009C788E"/>
    <w:rsid w:val="009D3F3B"/>
    <w:rsid w:val="009E0543"/>
    <w:rsid w:val="009E3B41"/>
    <w:rsid w:val="009F387A"/>
    <w:rsid w:val="009F3C5C"/>
    <w:rsid w:val="009F4610"/>
    <w:rsid w:val="00A00ECC"/>
    <w:rsid w:val="00A0631D"/>
    <w:rsid w:val="00A155EE"/>
    <w:rsid w:val="00A2245B"/>
    <w:rsid w:val="00A23FD5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ECB"/>
    <w:rsid w:val="00AB053C"/>
    <w:rsid w:val="00AB10A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E17"/>
    <w:rsid w:val="00B3130B"/>
    <w:rsid w:val="00B40ADB"/>
    <w:rsid w:val="00B43B77"/>
    <w:rsid w:val="00B43E80"/>
    <w:rsid w:val="00B4409A"/>
    <w:rsid w:val="00B607DB"/>
    <w:rsid w:val="00B61482"/>
    <w:rsid w:val="00B66529"/>
    <w:rsid w:val="00B75946"/>
    <w:rsid w:val="00B8056E"/>
    <w:rsid w:val="00B819C8"/>
    <w:rsid w:val="00B82308"/>
    <w:rsid w:val="00B90885"/>
    <w:rsid w:val="00BB520A"/>
    <w:rsid w:val="00BC6F83"/>
    <w:rsid w:val="00BD3869"/>
    <w:rsid w:val="00BD66E9"/>
    <w:rsid w:val="00BD6FF4"/>
    <w:rsid w:val="00BF2C41"/>
    <w:rsid w:val="00BF5BF6"/>
    <w:rsid w:val="00C058B4"/>
    <w:rsid w:val="00C05F44"/>
    <w:rsid w:val="00C131B5"/>
    <w:rsid w:val="00C16ABF"/>
    <w:rsid w:val="00C170AE"/>
    <w:rsid w:val="00C17511"/>
    <w:rsid w:val="00C26CB7"/>
    <w:rsid w:val="00C324C1"/>
    <w:rsid w:val="00C36992"/>
    <w:rsid w:val="00C56036"/>
    <w:rsid w:val="00C61DC5"/>
    <w:rsid w:val="00C67E92"/>
    <w:rsid w:val="00C70A26"/>
    <w:rsid w:val="00C74C09"/>
    <w:rsid w:val="00C766DF"/>
    <w:rsid w:val="00C8596C"/>
    <w:rsid w:val="00C94B98"/>
    <w:rsid w:val="00CA2B96"/>
    <w:rsid w:val="00CA406E"/>
    <w:rsid w:val="00CA5089"/>
    <w:rsid w:val="00CA56E5"/>
    <w:rsid w:val="00CD6897"/>
    <w:rsid w:val="00CE5BAC"/>
    <w:rsid w:val="00CF25BE"/>
    <w:rsid w:val="00CF78ED"/>
    <w:rsid w:val="00D02B25"/>
    <w:rsid w:val="00D02EBA"/>
    <w:rsid w:val="00D052DA"/>
    <w:rsid w:val="00D1009A"/>
    <w:rsid w:val="00D13C02"/>
    <w:rsid w:val="00D17C3C"/>
    <w:rsid w:val="00D23711"/>
    <w:rsid w:val="00D26B2C"/>
    <w:rsid w:val="00D352C9"/>
    <w:rsid w:val="00D37437"/>
    <w:rsid w:val="00D425B2"/>
    <w:rsid w:val="00D428D6"/>
    <w:rsid w:val="00D51158"/>
    <w:rsid w:val="00D53ADE"/>
    <w:rsid w:val="00D552B2"/>
    <w:rsid w:val="00D608D1"/>
    <w:rsid w:val="00D74119"/>
    <w:rsid w:val="00D8075B"/>
    <w:rsid w:val="00D8678B"/>
    <w:rsid w:val="00D94D4F"/>
    <w:rsid w:val="00DA2114"/>
    <w:rsid w:val="00DE09C0"/>
    <w:rsid w:val="00DE4A14"/>
    <w:rsid w:val="00DE55A7"/>
    <w:rsid w:val="00DF320D"/>
    <w:rsid w:val="00DF71C8"/>
    <w:rsid w:val="00E01743"/>
    <w:rsid w:val="00E129B8"/>
    <w:rsid w:val="00E21E7D"/>
    <w:rsid w:val="00E22387"/>
    <w:rsid w:val="00E22FBC"/>
    <w:rsid w:val="00E24BF5"/>
    <w:rsid w:val="00E25338"/>
    <w:rsid w:val="00E377F7"/>
    <w:rsid w:val="00E47FA9"/>
    <w:rsid w:val="00E51E44"/>
    <w:rsid w:val="00E63348"/>
    <w:rsid w:val="00E742AA"/>
    <w:rsid w:val="00E77E88"/>
    <w:rsid w:val="00E8107D"/>
    <w:rsid w:val="00E945F0"/>
    <w:rsid w:val="00E960BB"/>
    <w:rsid w:val="00E97C0B"/>
    <w:rsid w:val="00EA2074"/>
    <w:rsid w:val="00EA4832"/>
    <w:rsid w:val="00EA4E9D"/>
    <w:rsid w:val="00EA7965"/>
    <w:rsid w:val="00EC4899"/>
    <w:rsid w:val="00ED03AB"/>
    <w:rsid w:val="00ED32D2"/>
    <w:rsid w:val="00ED5E14"/>
    <w:rsid w:val="00EE32DE"/>
    <w:rsid w:val="00EE5457"/>
    <w:rsid w:val="00F05649"/>
    <w:rsid w:val="00F070AB"/>
    <w:rsid w:val="00F17567"/>
    <w:rsid w:val="00F27A7B"/>
    <w:rsid w:val="00F43936"/>
    <w:rsid w:val="00F50198"/>
    <w:rsid w:val="00F526AF"/>
    <w:rsid w:val="00F617C3"/>
    <w:rsid w:val="00F66CD7"/>
    <w:rsid w:val="00F7066B"/>
    <w:rsid w:val="00F80A06"/>
    <w:rsid w:val="00F83B28"/>
    <w:rsid w:val="00F974DA"/>
    <w:rsid w:val="00FA46E5"/>
    <w:rsid w:val="00FB7DBA"/>
    <w:rsid w:val="00FC1C25"/>
    <w:rsid w:val="00FC3F45"/>
    <w:rsid w:val="00FD503F"/>
    <w:rsid w:val="00FD7589"/>
    <w:rsid w:val="00FE5814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1D04A"/>
  <w15:docId w15:val="{4CD6E5AE-FD70-4741-967C-D92662DC2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E9818-9CE4-4FA9-BC1E-9170CE8D9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6</Pages>
  <Words>1475</Words>
  <Characters>8855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Łukasz Cywicki</cp:lastModifiedBy>
  <cp:revision>6</cp:revision>
  <cp:lastPrinted>2019-02-06T12:12:00Z</cp:lastPrinted>
  <dcterms:created xsi:type="dcterms:W3CDTF">2023-02-08T10:23:00Z</dcterms:created>
  <dcterms:modified xsi:type="dcterms:W3CDTF">2024-01-18T17:12:00Z</dcterms:modified>
</cp:coreProperties>
</file>